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F147DA" w:rsidR="006E5D65" w:rsidP="002D3375" w:rsidRDefault="00CD6897" w14:paraId="64B4266E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147DA">
        <w:rPr>
          <w:rFonts w:ascii="Corbel" w:hAnsi="Corbel"/>
          <w:b/>
          <w:bCs/>
          <w:sz w:val="24"/>
          <w:szCs w:val="24"/>
        </w:rPr>
        <w:tab/>
      </w:r>
      <w:r w:rsidRPr="00F147DA">
        <w:rPr>
          <w:rFonts w:ascii="Corbel" w:hAnsi="Corbel"/>
          <w:b/>
          <w:bCs/>
          <w:sz w:val="24"/>
          <w:szCs w:val="24"/>
        </w:rPr>
        <w:tab/>
      </w:r>
      <w:r w:rsidRPr="00F147DA">
        <w:rPr>
          <w:rFonts w:ascii="Corbel" w:hAnsi="Corbel"/>
          <w:b/>
          <w:bCs/>
          <w:sz w:val="24"/>
          <w:szCs w:val="24"/>
        </w:rPr>
        <w:tab/>
      </w:r>
      <w:r w:rsidRPr="00F147DA">
        <w:rPr>
          <w:rFonts w:ascii="Corbel" w:hAnsi="Corbel"/>
          <w:b/>
          <w:bCs/>
          <w:sz w:val="24"/>
          <w:szCs w:val="24"/>
        </w:rPr>
        <w:tab/>
      </w:r>
      <w:r w:rsidRPr="00F147DA">
        <w:rPr>
          <w:rFonts w:ascii="Corbel" w:hAnsi="Corbel"/>
          <w:b/>
          <w:bCs/>
          <w:sz w:val="24"/>
          <w:szCs w:val="24"/>
        </w:rPr>
        <w:tab/>
      </w:r>
      <w:r w:rsidRPr="00F147DA">
        <w:rPr>
          <w:rFonts w:ascii="Corbel" w:hAnsi="Corbel"/>
          <w:b/>
          <w:bCs/>
          <w:sz w:val="24"/>
          <w:szCs w:val="24"/>
        </w:rPr>
        <w:tab/>
      </w:r>
      <w:r w:rsidRPr="00F147DA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F147DA" w:rsidR="006F31E2">
        <w:rPr>
          <w:rFonts w:ascii="Corbel" w:hAnsi="Corbel"/>
          <w:bCs/>
          <w:i/>
          <w:sz w:val="24"/>
          <w:szCs w:val="24"/>
        </w:rPr>
        <w:t>1.5</w:t>
      </w:r>
      <w:r w:rsidRPr="00F147DA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F147DA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F147DA">
        <w:rPr>
          <w:rFonts w:ascii="Corbel" w:hAnsi="Corbel"/>
          <w:bCs/>
          <w:i/>
          <w:sz w:val="24"/>
          <w:szCs w:val="24"/>
        </w:rPr>
        <w:t xml:space="preserve"> nr </w:t>
      </w:r>
      <w:r w:rsidRPr="00F147DA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F147DA" w:rsidR="0085747A" w:rsidP="009C54AE" w:rsidRDefault="0085747A" w14:paraId="6E333E1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147DA">
        <w:rPr>
          <w:rFonts w:ascii="Corbel" w:hAnsi="Corbel"/>
          <w:b/>
          <w:smallCaps/>
          <w:sz w:val="24"/>
          <w:szCs w:val="24"/>
        </w:rPr>
        <w:t>SYLABUS</w:t>
      </w:r>
    </w:p>
    <w:p w:rsidRPr="00EA4832" w:rsidR="00D019C2" w:rsidP="00D019C2" w:rsidRDefault="0071620A" w14:paraId="3EE233C0" w14:textId="67FB45F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147DA">
        <w:rPr>
          <w:rFonts w:ascii="Corbel" w:hAnsi="Corbel"/>
          <w:b/>
          <w:smallCaps/>
          <w:sz w:val="24"/>
          <w:szCs w:val="24"/>
        </w:rPr>
        <w:t>dotyczy cyklu kształcenia</w:t>
      </w:r>
      <w:r w:rsidR="00A67786">
        <w:rPr>
          <w:rFonts w:ascii="Corbel" w:hAnsi="Corbel"/>
          <w:smallCaps/>
          <w:sz w:val="24"/>
          <w:szCs w:val="24"/>
        </w:rPr>
        <w:t>2</w:t>
      </w:r>
      <w:r w:rsidR="00C844EC">
        <w:rPr>
          <w:rFonts w:ascii="Corbel" w:hAnsi="Corbel"/>
          <w:smallCaps/>
          <w:sz w:val="24"/>
          <w:szCs w:val="24"/>
        </w:rPr>
        <w:t>020/2023</w:t>
      </w:r>
    </w:p>
    <w:p w:rsidRPr="00F147DA" w:rsidR="00445970" w:rsidP="00867717" w:rsidRDefault="002F5DA5" w14:paraId="06E83188" w14:textId="69D6503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2F5DA5">
        <w:rPr>
          <w:rFonts w:ascii="Corbel" w:hAnsi="Corbel"/>
          <w:sz w:val="24"/>
          <w:szCs w:val="24"/>
        </w:rPr>
        <w:t>Rok akademicki   2020/2021</w:t>
      </w:r>
    </w:p>
    <w:p w:rsidRPr="00F147DA" w:rsidR="0085747A" w:rsidP="009C54AE" w:rsidRDefault="0085747A" w14:paraId="14C0EDA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F147DA" w:rsidR="0085747A" w:rsidP="009C54AE" w:rsidRDefault="0071620A" w14:paraId="4869B87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147DA">
        <w:rPr>
          <w:rFonts w:ascii="Corbel" w:hAnsi="Corbel"/>
          <w:szCs w:val="24"/>
        </w:rPr>
        <w:t xml:space="preserve">1. </w:t>
      </w:r>
      <w:r w:rsidRPr="00F147DA" w:rsidR="0085747A">
        <w:rPr>
          <w:rFonts w:ascii="Corbel" w:hAnsi="Corbel"/>
          <w:szCs w:val="24"/>
        </w:rPr>
        <w:t xml:space="preserve">Podstawowe </w:t>
      </w:r>
      <w:r w:rsidRPr="00F147DA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147DA" w:rsidR="0085747A" w:rsidTr="009A61FE" w14:paraId="1A92BB24" w14:textId="77777777">
        <w:tc>
          <w:tcPr>
            <w:tcW w:w="2694" w:type="dxa"/>
            <w:vAlign w:val="center"/>
          </w:tcPr>
          <w:p w:rsidRPr="00D019C2" w:rsidR="0085747A" w:rsidP="009C54AE" w:rsidRDefault="00C05F44" w14:paraId="1AD6B2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2F5DA5" w:rsidR="0085747A" w:rsidP="009C54AE" w:rsidRDefault="00867717" w14:paraId="397D64D9" w14:textId="637A76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5DA5">
              <w:rPr>
                <w:rFonts w:ascii="Corbel" w:hAnsi="Corbel"/>
                <w:b w:val="0"/>
                <w:bCs/>
                <w:sz w:val="24"/>
                <w:szCs w:val="24"/>
              </w:rPr>
              <w:t>Wychowanie fizyczne</w:t>
            </w:r>
            <w:r w:rsidRPr="002F5DA5" w:rsidR="002F5DA5">
              <w:rPr>
                <w:b w:val="0"/>
                <w:bCs/>
              </w:rPr>
              <w:t xml:space="preserve"> </w:t>
            </w:r>
            <w:r w:rsidRPr="002F5DA5" w:rsidR="002F5DA5">
              <w:rPr>
                <w:rFonts w:ascii="Corbel" w:hAnsi="Corbel"/>
                <w:b w:val="0"/>
                <w:bCs/>
                <w:sz w:val="24"/>
                <w:szCs w:val="24"/>
              </w:rPr>
              <w:t>(z elementami samoobrony i zasad pierwszej pomocy)</w:t>
            </w:r>
          </w:p>
        </w:tc>
      </w:tr>
      <w:tr w:rsidRPr="00F147DA" w:rsidR="0085747A" w:rsidTr="009A61FE" w14:paraId="3F147FDF" w14:textId="77777777">
        <w:tc>
          <w:tcPr>
            <w:tcW w:w="2694" w:type="dxa"/>
            <w:vAlign w:val="center"/>
          </w:tcPr>
          <w:p w:rsidRPr="00D019C2" w:rsidR="0085747A" w:rsidP="009C54AE" w:rsidRDefault="00C05F44" w14:paraId="0A2213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Kod przedmiotu</w:t>
            </w:r>
            <w:r w:rsidRPr="00D019C2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D019C2" w:rsidR="0085747A" w:rsidP="009C54AE" w:rsidRDefault="00C844EC" w14:paraId="58548F91" w14:textId="197C2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44EC">
              <w:rPr>
                <w:rFonts w:ascii="Corbel" w:hAnsi="Corbel"/>
                <w:b w:val="0"/>
                <w:sz w:val="24"/>
                <w:szCs w:val="24"/>
              </w:rPr>
              <w:t>P1S[1-2]</w:t>
            </w:r>
            <w:r w:rsidR="002F5DA5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C844EC">
              <w:rPr>
                <w:rFonts w:ascii="Corbel" w:hAnsi="Corbel"/>
                <w:b w:val="0"/>
                <w:sz w:val="24"/>
                <w:szCs w:val="24"/>
              </w:rPr>
              <w:t>_11</w:t>
            </w:r>
          </w:p>
        </w:tc>
      </w:tr>
      <w:tr w:rsidRPr="00F147DA" w:rsidR="0085747A" w:rsidTr="009A61FE" w14:paraId="2CD70C7F" w14:textId="77777777">
        <w:tc>
          <w:tcPr>
            <w:tcW w:w="2694" w:type="dxa"/>
            <w:vAlign w:val="center"/>
          </w:tcPr>
          <w:p w:rsidRPr="00D019C2" w:rsidR="0085747A" w:rsidP="00EA4832" w:rsidRDefault="0085747A" w14:paraId="107A71D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nazwa</w:t>
            </w:r>
            <w:r w:rsidRPr="00D019C2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D019C2" w:rsidR="0085747A" w:rsidP="00787C26" w:rsidRDefault="00C844EC" w14:paraId="446D36AB" w14:textId="7B094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F147DA" w:rsidR="0085747A" w:rsidTr="009A61FE" w14:paraId="103EF463" w14:textId="77777777">
        <w:tc>
          <w:tcPr>
            <w:tcW w:w="2694" w:type="dxa"/>
            <w:vAlign w:val="center"/>
          </w:tcPr>
          <w:p w:rsidRPr="00D019C2" w:rsidR="0085747A" w:rsidP="009C54AE" w:rsidRDefault="0085747A" w14:paraId="51073D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D019C2" w:rsidR="0085747A" w:rsidP="00960618" w:rsidRDefault="00960618" w14:paraId="1DDBB1C1" w14:textId="05BB38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C844E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Wychowania Fizycznego</w:t>
            </w:r>
            <w:r w:rsidRPr="00D019C2" w:rsidR="00867717">
              <w:rPr>
                <w:rFonts w:ascii="Corbel" w:hAnsi="Corbel"/>
                <w:b w:val="0"/>
                <w:sz w:val="24"/>
                <w:szCs w:val="24"/>
              </w:rPr>
              <w:t xml:space="preserve"> i Rekreacji UR</w:t>
            </w:r>
          </w:p>
        </w:tc>
      </w:tr>
      <w:tr w:rsidRPr="00F147DA" w:rsidR="0085747A" w:rsidTr="009A61FE" w14:paraId="3BB367A3" w14:textId="77777777">
        <w:tc>
          <w:tcPr>
            <w:tcW w:w="2694" w:type="dxa"/>
            <w:vAlign w:val="center"/>
          </w:tcPr>
          <w:p w:rsidRPr="00D019C2" w:rsidR="0085747A" w:rsidP="009C54AE" w:rsidRDefault="0085747A" w14:paraId="5A32211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D019C2" w:rsidR="0085747A" w:rsidP="009C54AE" w:rsidRDefault="00E20458" w14:paraId="502BCF1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F147DA" w:rsidR="0085747A" w:rsidTr="009A61FE" w14:paraId="2113E335" w14:textId="77777777">
        <w:tc>
          <w:tcPr>
            <w:tcW w:w="2694" w:type="dxa"/>
            <w:vAlign w:val="center"/>
          </w:tcPr>
          <w:p w:rsidRPr="00D019C2" w:rsidR="0085747A" w:rsidP="009C54AE" w:rsidRDefault="00DE4A14" w14:paraId="6C9BB5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D019C2" w:rsidR="0085747A" w:rsidP="00E20458" w:rsidRDefault="00676B7E" w14:paraId="2C890F1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9C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D019C2" w:rsidR="00CE5433">
              <w:rPr>
                <w:rFonts w:ascii="Corbel" w:hAnsi="Corbel"/>
                <w:b w:val="0"/>
                <w:sz w:val="24"/>
                <w:szCs w:val="24"/>
              </w:rPr>
              <w:t>tudia pierwszego stopnia</w:t>
            </w:r>
          </w:p>
        </w:tc>
      </w:tr>
      <w:tr w:rsidRPr="00F147DA" w:rsidR="0085747A" w:rsidTr="009A61FE" w14:paraId="4BF23441" w14:textId="77777777">
        <w:tc>
          <w:tcPr>
            <w:tcW w:w="2694" w:type="dxa"/>
            <w:vAlign w:val="center"/>
          </w:tcPr>
          <w:p w:rsidRPr="00D019C2" w:rsidR="0085747A" w:rsidP="009C54AE" w:rsidRDefault="0085747A" w14:paraId="13002E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D019C2" w:rsidR="0085747A" w:rsidP="009C54AE" w:rsidRDefault="00C844EC" w14:paraId="09062626" w14:textId="57A163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F147DA" w:rsidR="0085747A" w:rsidTr="009A61FE" w14:paraId="59308EA4" w14:textId="77777777">
        <w:tc>
          <w:tcPr>
            <w:tcW w:w="2694" w:type="dxa"/>
            <w:vAlign w:val="center"/>
          </w:tcPr>
          <w:p w:rsidRPr="00D019C2" w:rsidR="0085747A" w:rsidP="009C54AE" w:rsidRDefault="0085747A" w14:paraId="25CB81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D019C2" w:rsidR="0085747A" w:rsidP="009C54AE" w:rsidRDefault="00676B7E" w14:paraId="0B2658F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9C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Pr="00F147DA" w:rsidR="0085747A" w:rsidTr="009A61FE" w14:paraId="249A4C49" w14:textId="77777777">
        <w:tc>
          <w:tcPr>
            <w:tcW w:w="2694" w:type="dxa"/>
            <w:vAlign w:val="center"/>
          </w:tcPr>
          <w:p w:rsidRPr="00D019C2" w:rsidR="0085747A" w:rsidP="009C54AE" w:rsidRDefault="0085747A" w14:paraId="36DD14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Rok i semestr</w:t>
            </w:r>
            <w:r w:rsidRPr="00D019C2" w:rsidR="0030395F">
              <w:rPr>
                <w:rFonts w:ascii="Corbel" w:hAnsi="Corbel"/>
                <w:sz w:val="24"/>
                <w:szCs w:val="24"/>
              </w:rPr>
              <w:t>/y</w:t>
            </w:r>
            <w:r w:rsidRPr="00D019C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D019C2" w:rsidR="0085747A" w:rsidP="00DC66AC" w:rsidRDefault="00C844EC" w14:paraId="5A5FB471" w14:textId="712B82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I, II</w:t>
            </w:r>
          </w:p>
        </w:tc>
      </w:tr>
      <w:tr w:rsidRPr="00F147DA" w:rsidR="0085747A" w:rsidTr="009A61FE" w14:paraId="16158104" w14:textId="77777777">
        <w:tc>
          <w:tcPr>
            <w:tcW w:w="2694" w:type="dxa"/>
            <w:vAlign w:val="center"/>
          </w:tcPr>
          <w:p w:rsidRPr="00D019C2" w:rsidR="0085747A" w:rsidP="009C54AE" w:rsidRDefault="0085747A" w14:paraId="4E6D62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D019C2" w:rsidR="0085747A" w:rsidP="00DC66AC" w:rsidRDefault="00DC66AC" w14:paraId="5561701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9C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D019C2" w:rsidR="00867717">
              <w:rPr>
                <w:rFonts w:ascii="Corbel" w:hAnsi="Corbel"/>
                <w:b w:val="0"/>
                <w:sz w:val="24"/>
                <w:szCs w:val="24"/>
              </w:rPr>
              <w:t>góln</w:t>
            </w:r>
            <w:r w:rsidRPr="00D019C2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Pr="00F147DA" w:rsidR="00923D7D" w:rsidTr="009A61FE" w14:paraId="78C52B3A" w14:textId="77777777">
        <w:tc>
          <w:tcPr>
            <w:tcW w:w="2694" w:type="dxa"/>
            <w:vAlign w:val="center"/>
          </w:tcPr>
          <w:p w:rsidRPr="00D019C2" w:rsidR="00923D7D" w:rsidP="009C54AE" w:rsidRDefault="00923D7D" w14:paraId="520330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D019C2" w:rsidR="00923D7D" w:rsidP="009C54AE" w:rsidRDefault="00DC66AC" w14:paraId="5F6675E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9C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D019C2" w:rsidR="0086771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F147DA" w:rsidR="0085747A" w:rsidTr="009A61FE" w14:paraId="259C2B13" w14:textId="77777777">
        <w:tc>
          <w:tcPr>
            <w:tcW w:w="2694" w:type="dxa"/>
            <w:vAlign w:val="center"/>
          </w:tcPr>
          <w:p w:rsidRPr="00D019C2" w:rsidR="0085747A" w:rsidP="009C54AE" w:rsidRDefault="0085747A" w14:paraId="3F183E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D019C2" w:rsidR="0085747A" w:rsidP="009C54AE" w:rsidRDefault="00DC66AC" w14:paraId="20317D2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9C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019C2" w:rsidR="00867717">
              <w:rPr>
                <w:rFonts w:ascii="Corbel" w:hAnsi="Corbel"/>
                <w:b w:val="0"/>
                <w:sz w:val="24"/>
                <w:szCs w:val="24"/>
              </w:rPr>
              <w:t>r Miłosz Szczudło</w:t>
            </w:r>
          </w:p>
        </w:tc>
      </w:tr>
      <w:tr w:rsidRPr="00F147DA" w:rsidR="009A61FE" w:rsidTr="009A61FE" w14:paraId="6159E2E2" w14:textId="77777777">
        <w:tc>
          <w:tcPr>
            <w:tcW w:w="2694" w:type="dxa"/>
            <w:vAlign w:val="center"/>
          </w:tcPr>
          <w:p w:rsidRPr="00D019C2" w:rsidR="009A61FE" w:rsidP="009A61FE" w:rsidRDefault="009A61FE" w14:paraId="732D37D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D019C2" w:rsidR="009A61FE" w:rsidP="009A61FE" w:rsidRDefault="00960618" w14:paraId="28C3247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Wszyscy pracownicy</w:t>
            </w:r>
          </w:p>
        </w:tc>
      </w:tr>
    </w:tbl>
    <w:p w:rsidRPr="00F147DA" w:rsidR="0085747A" w:rsidP="009C54AE" w:rsidRDefault="0085747A" w14:paraId="5061DE2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* </w:t>
      </w:r>
      <w:r w:rsidRPr="00F147DA">
        <w:rPr>
          <w:rFonts w:ascii="Corbel" w:hAnsi="Corbel"/>
          <w:i/>
          <w:sz w:val="24"/>
          <w:szCs w:val="24"/>
        </w:rPr>
        <w:t>-</w:t>
      </w:r>
      <w:proofErr w:type="spellStart"/>
      <w:r w:rsidRPr="00F147DA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F147DA" w:rsidR="00B90885">
        <w:rPr>
          <w:rFonts w:ascii="Corbel" w:hAnsi="Corbel"/>
          <w:b w:val="0"/>
          <w:sz w:val="24"/>
          <w:szCs w:val="24"/>
        </w:rPr>
        <w:t>e,</w:t>
      </w:r>
      <w:r w:rsidRPr="00F147DA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F147DA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Pr="00F147DA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F147DA" w:rsidR="00923D7D" w:rsidP="009C54AE" w:rsidRDefault="00923D7D" w14:paraId="5594672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F147DA" w:rsidR="0085747A" w:rsidP="009C54AE" w:rsidRDefault="0085747A" w14:paraId="3945BC4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1.</w:t>
      </w:r>
      <w:r w:rsidRPr="00F147DA" w:rsidR="00E22FBC">
        <w:rPr>
          <w:rFonts w:ascii="Corbel" w:hAnsi="Corbel"/>
          <w:sz w:val="24"/>
          <w:szCs w:val="24"/>
        </w:rPr>
        <w:t>1</w:t>
      </w:r>
      <w:r w:rsidRPr="00F147D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F147DA" w:rsidR="00923D7D" w:rsidP="009C54AE" w:rsidRDefault="00923D7D" w14:paraId="4354AE5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F147DA" w:rsidR="00015B8F" w:rsidTr="00C766DF" w14:paraId="48877981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47DA" w:rsidR="00015B8F" w:rsidP="009C54AE" w:rsidRDefault="00015B8F" w14:paraId="22B1CC9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Semestr</w:t>
            </w:r>
          </w:p>
          <w:p w:rsidRPr="00F147DA" w:rsidR="00015B8F" w:rsidP="009C54AE" w:rsidRDefault="002B5EA0" w14:paraId="1A02E6D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(</w:t>
            </w:r>
            <w:r w:rsidRPr="00F147DA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147DA" w:rsidR="00015B8F" w:rsidP="009C54AE" w:rsidRDefault="00015B8F" w14:paraId="7C5FB1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Wykł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147DA" w:rsidR="00015B8F" w:rsidP="009C54AE" w:rsidRDefault="00015B8F" w14:paraId="7E3ADF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147DA" w:rsidR="00015B8F" w:rsidP="009C54AE" w:rsidRDefault="00015B8F" w14:paraId="33A276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Konw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147DA" w:rsidR="00015B8F" w:rsidP="009C54AE" w:rsidRDefault="00015B8F" w14:paraId="7A9A00C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015B8F" w14:paraId="011D1F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Sem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147DA" w:rsidR="00015B8F" w:rsidP="009C54AE" w:rsidRDefault="00015B8F" w14:paraId="554C3F2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147DA" w:rsidR="00015B8F" w:rsidP="009C54AE" w:rsidRDefault="00015B8F" w14:paraId="691F230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Prakt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147DA" w:rsidR="00015B8F" w:rsidP="009C54AE" w:rsidRDefault="00015B8F" w14:paraId="6A902F9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147DA" w:rsidR="00015B8F" w:rsidP="009C54AE" w:rsidRDefault="00015B8F" w14:paraId="387DADF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147DA">
              <w:rPr>
                <w:rFonts w:ascii="Corbel" w:hAnsi="Corbel"/>
                <w:b/>
                <w:szCs w:val="24"/>
              </w:rPr>
              <w:t>Liczba pkt</w:t>
            </w:r>
            <w:r w:rsidRPr="00F147DA" w:rsidR="00B90885">
              <w:rPr>
                <w:rFonts w:ascii="Corbel" w:hAnsi="Corbel"/>
                <w:b/>
                <w:szCs w:val="24"/>
              </w:rPr>
              <w:t>.</w:t>
            </w:r>
            <w:r w:rsidRPr="00F147D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F147DA" w:rsidR="00015B8F" w:rsidTr="00C766DF" w14:paraId="556DF7CD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47DA" w:rsidR="00015B8F" w:rsidP="009C54AE" w:rsidRDefault="00ED432E" w14:paraId="104D1A1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015B8F" w14:paraId="78EF929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ED432E" w14:paraId="19D8873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015B8F" w14:paraId="22C7743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015B8F" w14:paraId="58C3114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015B8F" w14:paraId="4E7B288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015B8F" w14:paraId="65CE01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015B8F" w14:paraId="2B13086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015B8F" w14:paraId="1435756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ED432E" w14:paraId="61E626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F147DA" w:rsidR="0030395F" w:rsidTr="00C766DF" w14:paraId="70CDDC52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47DA" w:rsidR="0030395F" w:rsidP="009C54AE" w:rsidRDefault="00ED432E" w14:paraId="76C8558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30395F" w14:paraId="7E86F98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ED432E" w14:paraId="1B1ED0A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30395F" w14:paraId="0837B4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30395F" w14:paraId="5C16077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30395F" w14:paraId="542971A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30395F" w14:paraId="54FA764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30395F" w14:paraId="279759E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30395F" w14:paraId="745FE46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ED432E" w14:paraId="1DCA313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:rsidRPr="00F147DA" w:rsidR="00923D7D" w:rsidP="009C54AE" w:rsidRDefault="00923D7D" w14:paraId="248A267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F147DA" w:rsidR="00923D7D" w:rsidP="009C54AE" w:rsidRDefault="00923D7D" w14:paraId="62F31DB7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F147DA" w:rsidR="0085747A" w:rsidP="00F83B28" w:rsidRDefault="0085747A" w14:paraId="23C7D7F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1.</w:t>
      </w:r>
      <w:r w:rsidRPr="00F147DA" w:rsidR="00E22FBC">
        <w:rPr>
          <w:rFonts w:ascii="Corbel" w:hAnsi="Corbel"/>
          <w:smallCaps w:val="0"/>
          <w:szCs w:val="24"/>
        </w:rPr>
        <w:t>2</w:t>
      </w:r>
      <w:r w:rsidRPr="00F147DA" w:rsidR="00F83B28">
        <w:rPr>
          <w:rFonts w:ascii="Corbel" w:hAnsi="Corbel"/>
          <w:smallCaps w:val="0"/>
          <w:szCs w:val="24"/>
        </w:rPr>
        <w:t>.</w:t>
      </w:r>
      <w:r w:rsidRPr="00F147DA" w:rsidR="00F83B28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 xml:space="preserve">Sposób realizacji zajęć  </w:t>
      </w:r>
    </w:p>
    <w:p w:rsidRPr="00F147DA" w:rsidR="0085747A" w:rsidP="00F83B28" w:rsidRDefault="00DC66AC" w14:paraId="44B3DF9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Wingdings" w:hAnsi="Wingdings" w:eastAsia="Wingdings" w:cs="Wingdings"/>
          <w:szCs w:val="24"/>
        </w:rPr>
        <w:t>þ</w:t>
      </w:r>
      <w:r w:rsidRPr="00F147DA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F147DA" w:rsidR="0085747A" w:rsidP="00F83B28" w:rsidRDefault="0085747A" w14:paraId="43956FA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Segoe UI Symbol" w:hAnsi="Segoe UI Symbol" w:eastAsia="MS Gothic" w:cs="Segoe UI Symbol"/>
          <w:b w:val="0"/>
          <w:szCs w:val="24"/>
        </w:rPr>
        <w:t>☐</w:t>
      </w:r>
      <w:r w:rsidRPr="00F147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F147DA" w:rsidR="0085747A" w:rsidP="009C54AE" w:rsidRDefault="0085747A" w14:paraId="56EA5F8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F147DA" w:rsidR="00E22FBC" w:rsidP="00F83B28" w:rsidRDefault="00E22FBC" w14:paraId="785F4E1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1.3 </w:t>
      </w:r>
      <w:r w:rsidRPr="00F147DA" w:rsidR="00F83B28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>For</w:t>
      </w:r>
      <w:r w:rsidRPr="00F147DA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F147DA">
        <w:rPr>
          <w:rFonts w:ascii="Corbel" w:hAnsi="Corbel"/>
          <w:smallCaps w:val="0"/>
          <w:szCs w:val="24"/>
        </w:rPr>
        <w:t xml:space="preserve"> (z toku) </w:t>
      </w:r>
      <w:r w:rsidRPr="00F147D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F147DA" w:rsidR="00DC66AC" w:rsidP="1E3D342F" w:rsidRDefault="00DC66AC" w14:paraId="7B432A28" w14:textId="1BEE8EB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00F147DA">
        <w:rPr>
          <w:rFonts w:ascii="Corbel" w:hAnsi="Corbel"/>
          <w:smallCaps w:val="0"/>
          <w:szCs w:val="24"/>
        </w:rPr>
        <w:tab/>
      </w:r>
      <w:r w:rsidRPr="156FE741" w:rsidR="00DC66AC">
        <w:rPr>
          <w:rFonts w:ascii="Corbel" w:hAnsi="Corbel"/>
          <w:b w:val="0"/>
          <w:bCs w:val="0"/>
        </w:rPr>
        <w:t xml:space="preserve">Ćwiczenia: zaliczenie </w:t>
      </w:r>
      <w:r w:rsidRPr="156FE741" w:rsidR="61864771">
        <w:rPr>
          <w:rFonts w:ascii="Corbel" w:hAnsi="Corbel"/>
          <w:b w:val="0"/>
          <w:bCs w:val="0"/>
        </w:rPr>
        <w:t xml:space="preserve">z Oceną</w:t>
      </w:r>
    </w:p>
    <w:p w:rsidRPr="00F147DA" w:rsidR="00E960BB" w:rsidP="009C54AE" w:rsidRDefault="00E960BB" w14:paraId="755C0B3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147DA" w:rsidR="00E960BB" w:rsidP="009C54AE" w:rsidRDefault="0085747A" w14:paraId="6727DB8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147DA" w:rsidR="0085747A" w:rsidTr="00745302" w14:paraId="10104CC0" w14:textId="77777777">
        <w:tc>
          <w:tcPr>
            <w:tcW w:w="9670" w:type="dxa"/>
          </w:tcPr>
          <w:p w:rsidRPr="00F147DA" w:rsidR="0085747A" w:rsidP="009C54AE" w:rsidRDefault="00ED432E" w14:paraId="7F1CD47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przeciwwskazań zdrowotnych do aktywnego uczestnictwa w programowych zajęciach wychowania fizycznego.</w:t>
            </w:r>
          </w:p>
        </w:tc>
      </w:tr>
    </w:tbl>
    <w:p w:rsidRPr="00F147DA" w:rsidR="00153C41" w:rsidP="009C54AE" w:rsidRDefault="00153C41" w14:paraId="5C5D221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147DA" w:rsidR="0085747A" w:rsidP="009C54AE" w:rsidRDefault="0071620A" w14:paraId="7BF28D7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szCs w:val="24"/>
        </w:rPr>
        <w:t>3.</w:t>
      </w:r>
      <w:r w:rsidRPr="00F147DA" w:rsidR="00A84C85">
        <w:rPr>
          <w:rFonts w:ascii="Corbel" w:hAnsi="Corbel"/>
          <w:szCs w:val="24"/>
        </w:rPr>
        <w:t>cele, efekty uczenia się</w:t>
      </w:r>
      <w:r w:rsidRPr="00F147DA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F147DA" w:rsidR="0085747A" w:rsidP="009C54AE" w:rsidRDefault="0085747A" w14:paraId="232B2E9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147DA" w:rsidR="0085747A" w:rsidP="009C54AE" w:rsidRDefault="0071620A" w14:paraId="4AA7D8AF" w14:textId="77777777">
      <w:pPr>
        <w:pStyle w:val="Podpunkty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3.1 </w:t>
      </w:r>
      <w:r w:rsidRPr="00F147DA" w:rsidR="00C05F44">
        <w:rPr>
          <w:rFonts w:ascii="Corbel" w:hAnsi="Corbel"/>
          <w:sz w:val="24"/>
          <w:szCs w:val="24"/>
        </w:rPr>
        <w:t>Cele przedmiotu</w:t>
      </w:r>
    </w:p>
    <w:p w:rsidRPr="00F147DA" w:rsidR="00F83B28" w:rsidP="009C54AE" w:rsidRDefault="00F83B28" w14:paraId="24308C6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F147DA" w:rsidR="0085747A" w:rsidTr="00923D7D" w14:paraId="0348D776" w14:textId="77777777">
        <w:tc>
          <w:tcPr>
            <w:tcW w:w="851" w:type="dxa"/>
            <w:vAlign w:val="center"/>
          </w:tcPr>
          <w:p w:rsidRPr="00F147DA" w:rsidR="0085747A" w:rsidP="009C54AE" w:rsidRDefault="0085747A" w14:paraId="7586917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F147DA" w:rsidR="0085747A" w:rsidP="009C54AE" w:rsidRDefault="00ED432E" w14:paraId="4688A5A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Krzewienie świadomości kultury fizycznej u młodzieży uniwersyteckiej</w:t>
            </w:r>
            <w:r w:rsidR="004B48E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F147DA" w:rsidR="00ED432E" w:rsidTr="00923D7D" w14:paraId="528F3F03" w14:textId="77777777">
        <w:tc>
          <w:tcPr>
            <w:tcW w:w="851" w:type="dxa"/>
            <w:vAlign w:val="center"/>
          </w:tcPr>
          <w:p w:rsidRPr="00F147DA" w:rsidR="00ED432E" w:rsidP="009C54AE" w:rsidRDefault="00ED432E" w14:paraId="1C7E75C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F147DA" w:rsidR="00ED432E" w:rsidP="009C54AE" w:rsidRDefault="00ED432E" w14:paraId="3A7917B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Harmonijny rozwój psychomotoryczny młodzieży</w:t>
            </w:r>
            <w:r w:rsidR="004B48E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F147DA" w:rsidR="00ED432E" w:rsidTr="00923D7D" w14:paraId="107E682D" w14:textId="77777777">
        <w:tc>
          <w:tcPr>
            <w:tcW w:w="851" w:type="dxa"/>
            <w:vAlign w:val="center"/>
          </w:tcPr>
          <w:p w:rsidRPr="00F147DA" w:rsidR="00ED432E" w:rsidP="009C54AE" w:rsidRDefault="00ED432E" w14:paraId="5C71422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F147DA" w:rsidR="00ED432E" w:rsidP="009C54AE" w:rsidRDefault="00ED432E" w14:paraId="00030FB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  <w:r w:rsidR="004B48E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F147DA" w:rsidR="00ED432E" w:rsidTr="00923D7D" w14:paraId="4E3FF6C8" w14:textId="77777777">
        <w:tc>
          <w:tcPr>
            <w:tcW w:w="851" w:type="dxa"/>
            <w:vAlign w:val="center"/>
          </w:tcPr>
          <w:p w:rsidRPr="00F147DA" w:rsidR="00ED432E" w:rsidP="009C54AE" w:rsidRDefault="00ED432E" w14:paraId="5C6F3C85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F147DA" w:rsidR="00ED432E" w:rsidP="009C54AE" w:rsidRDefault="00ED432E" w14:paraId="3271AE7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wychowawczych i społecznych związanych z działalnością w grupie.</w:t>
            </w:r>
          </w:p>
        </w:tc>
      </w:tr>
      <w:tr w:rsidRPr="00F147DA" w:rsidR="0085747A" w:rsidTr="00923D7D" w14:paraId="362839A9" w14:textId="77777777">
        <w:tc>
          <w:tcPr>
            <w:tcW w:w="851" w:type="dxa"/>
            <w:vAlign w:val="center"/>
          </w:tcPr>
          <w:p w:rsidRPr="00F147DA" w:rsidR="0085747A" w:rsidP="009C54AE" w:rsidRDefault="00ED432E" w14:paraId="06EB3CC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Pr="00F147DA" w:rsidR="0085747A" w:rsidP="009C54AE" w:rsidRDefault="00ED432E" w14:paraId="0987B49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przez całe życie</w:t>
            </w:r>
            <w:r w:rsidR="004B48E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F147DA" w:rsidR="0085747A" w:rsidTr="00923D7D" w14:paraId="1389FB3D" w14:textId="77777777">
        <w:tc>
          <w:tcPr>
            <w:tcW w:w="851" w:type="dxa"/>
            <w:vAlign w:val="center"/>
          </w:tcPr>
          <w:p w:rsidRPr="00F147DA" w:rsidR="0085747A" w:rsidP="009C54AE" w:rsidRDefault="00ED432E" w14:paraId="4038C75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Pr="00F147DA" w:rsidR="0085747A" w:rsidP="009C54AE" w:rsidRDefault="00ED432E" w14:paraId="5D43F7E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Rozwijanie szczególnych umiejętności w zakresie wybranych form aktywności.</w:t>
            </w:r>
          </w:p>
        </w:tc>
      </w:tr>
    </w:tbl>
    <w:p w:rsidRPr="00F147DA" w:rsidR="0085747A" w:rsidP="009C54AE" w:rsidRDefault="0085747A" w14:paraId="2F780DF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F147DA" w:rsidR="001D7B54" w:rsidP="009C54AE" w:rsidRDefault="009F4610" w14:paraId="2BBD203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3.2 </w:t>
      </w:r>
      <w:r w:rsidRPr="00F147DA" w:rsidR="001D7B54">
        <w:rPr>
          <w:rFonts w:ascii="Corbel" w:hAnsi="Corbel"/>
          <w:b/>
          <w:sz w:val="24"/>
          <w:szCs w:val="24"/>
        </w:rPr>
        <w:t xml:space="preserve">Efekty </w:t>
      </w:r>
      <w:r w:rsidRPr="00F147DA" w:rsidR="00C05F44">
        <w:rPr>
          <w:rFonts w:ascii="Corbel" w:hAnsi="Corbel"/>
          <w:b/>
          <w:sz w:val="24"/>
          <w:szCs w:val="24"/>
        </w:rPr>
        <w:t xml:space="preserve">uczenia się </w:t>
      </w:r>
      <w:r w:rsidRPr="00F147DA" w:rsidR="001D7B54">
        <w:rPr>
          <w:rFonts w:ascii="Corbel" w:hAnsi="Corbel"/>
          <w:b/>
          <w:sz w:val="24"/>
          <w:szCs w:val="24"/>
        </w:rPr>
        <w:t>dla przedmiotu</w:t>
      </w:r>
    </w:p>
    <w:p w:rsidRPr="00F147DA" w:rsidR="001D7B54" w:rsidP="009C54AE" w:rsidRDefault="001D7B54" w14:paraId="1189A32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5"/>
        <w:gridCol w:w="5957"/>
        <w:gridCol w:w="1868"/>
      </w:tblGrid>
      <w:tr w:rsidRPr="009A61FE" w:rsidR="009A61FE" w:rsidTr="00864C40" w14:paraId="6D5B711F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A61FE" w:rsidR="009A61FE" w:rsidP="00864C40" w:rsidRDefault="009A61FE" w14:paraId="684468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szCs w:val="24"/>
              </w:rPr>
              <w:t>EK</w:t>
            </w:r>
            <w:r w:rsidRPr="009A61FE">
              <w:rPr>
                <w:rFonts w:ascii="Corbel" w:hAnsi="Corbel"/>
                <w:b w:val="0"/>
                <w:szCs w:val="24"/>
              </w:rPr>
              <w:t xml:space="preserve"> ( efekt </w:t>
            </w:r>
            <w:r w:rsidR="00D019C2">
              <w:rPr>
                <w:rFonts w:ascii="Corbel" w:hAnsi="Corbel"/>
                <w:b w:val="0"/>
                <w:szCs w:val="24"/>
              </w:rPr>
              <w:t>uczenia się</w:t>
            </w:r>
            <w:r w:rsidRPr="009A61FE">
              <w:rPr>
                <w:rFonts w:ascii="Corbel" w:hAnsi="Corbel"/>
                <w:b w:val="0"/>
                <w:szCs w:val="24"/>
              </w:rPr>
              <w:t>)</w:t>
            </w:r>
          </w:p>
          <w:p w:rsidRPr="009A61FE" w:rsidR="009A61FE" w:rsidP="00864C40" w:rsidRDefault="009A61FE" w14:paraId="236FC0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11496A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 xml:space="preserve">Treść efektu </w:t>
            </w:r>
            <w:r w:rsidR="00D019C2">
              <w:rPr>
                <w:rFonts w:ascii="Corbel" w:hAnsi="Corbel"/>
                <w:b w:val="0"/>
                <w:szCs w:val="24"/>
              </w:rPr>
              <w:t>uczenia się</w:t>
            </w:r>
            <w:r w:rsidRPr="009A61FE">
              <w:rPr>
                <w:rFonts w:ascii="Corbel" w:hAnsi="Corbel"/>
                <w:b w:val="0"/>
                <w:szCs w:val="24"/>
              </w:rPr>
              <w:t xml:space="preserve"> zdefiniowanego dla przedmiotu (modułu)</w:t>
            </w:r>
          </w:p>
          <w:p w:rsidRPr="009A61FE" w:rsidR="009A61FE" w:rsidP="00864C40" w:rsidRDefault="009A61FE" w14:paraId="4890AD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  <w:u w:val="single"/>
              </w:rPr>
              <w:t>Student: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715538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9A61FE">
              <w:rPr>
                <w:rFonts w:ascii="Corbel" w:hAnsi="Corbel"/>
                <w:szCs w:val="24"/>
              </w:rPr>
              <w:t>(KEK)</w:t>
            </w:r>
          </w:p>
        </w:tc>
      </w:tr>
      <w:tr w:rsidRPr="009A61FE" w:rsidR="009A61FE" w:rsidTr="00864C40" w14:paraId="3882CA5E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680FA0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</w:t>
            </w:r>
            <w:r w:rsidRPr="009A61FE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60618" w14:paraId="3A9DAF3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Krytycznie podchodzi do 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 poziom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 własnej wydolności i</w:t>
            </w:r>
            <w:r>
              <w:rPr>
                <w:rFonts w:ascii="Corbel" w:hAnsi="Corbel"/>
                <w:sz w:val="24"/>
                <w:szCs w:val="24"/>
              </w:rPr>
              <w:t xml:space="preserve"> sprawności fizycznej. Wykonuje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 podstawowe testy i sprawdziany. Posiada umiejętność doboru ćwiczeń kształtujących odruch prawidłowej postawy ciała. 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D0FAD" w:rsidR="00EE564F" w:rsidP="00976ECA" w:rsidRDefault="00EE564F" w14:paraId="4E589C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9A61FE" w:rsidR="009A61FE" w:rsidTr="00864C40" w14:paraId="648D3A50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0C9A56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D019C2" w14:paraId="17FD407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Wykonuje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 podstawowe elementy techniczne zespołowych gier sportowych (siatkówki, koszykówki, piłki nożnej i piłki ręcznej) i wykorzystać w praktyce ćwiczenia fizyczne, mające wpływ na motorykę organizmu. 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D0FAD" w:rsidR="009A61FE" w:rsidP="00864C40" w:rsidRDefault="009A61FE" w14:paraId="699DC4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9A61FE" w:rsidR="009A61FE" w:rsidTr="00864C40" w14:paraId="7E418850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190309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D019C2" w14:paraId="24901F5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Podejmuje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 działania prozdrowotne i edukacyjne, wykorzystując w praktyce wiedzę oraz umiejętności  w zakresie różnych form aktywności ruchowej. </w:t>
            </w:r>
            <w:r w:rsidR="00960618">
              <w:rPr>
                <w:rFonts w:ascii="Corbel" w:hAnsi="Corbel"/>
                <w:sz w:val="24"/>
                <w:szCs w:val="24"/>
              </w:rPr>
              <w:t>Organizuje działania na rzecz środowiska społecznego</w:t>
            </w:r>
            <w:r w:rsidR="00B018DF">
              <w:rPr>
                <w:rFonts w:ascii="Corbel" w:hAnsi="Corbel"/>
                <w:sz w:val="24"/>
                <w:szCs w:val="24"/>
              </w:rPr>
              <w:t xml:space="preserve"> oraz interesu społecznego</w:t>
            </w:r>
            <w:r w:rsidR="0096061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D0FAD" w:rsidR="009A61FE" w:rsidP="00864C40" w:rsidRDefault="009A61FE" w14:paraId="480EE3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9A61FE" w:rsidR="009A61FE" w:rsidTr="00864C40" w14:paraId="27BC3AB0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331759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960618" w:rsidRDefault="00960618" w14:paraId="21DCE75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Planuje, organizuje oraz współpracuje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 w zespole  stosując zasady „fair </w:t>
            </w:r>
            <w:proofErr w:type="spellStart"/>
            <w:r w:rsidRPr="009A61FE" w:rsidR="009A61FE">
              <w:rPr>
                <w:rFonts w:ascii="Corbel" w:hAnsi="Corbel"/>
                <w:sz w:val="24"/>
                <w:szCs w:val="24"/>
              </w:rPr>
              <w:t>play</w:t>
            </w:r>
            <w:proofErr w:type="spellEnd"/>
            <w:r w:rsidRPr="009A61FE" w:rsidR="009A61FE">
              <w:rPr>
                <w:rFonts w:ascii="Corbel" w:hAnsi="Corbel"/>
                <w:sz w:val="24"/>
                <w:szCs w:val="24"/>
              </w:rPr>
              <w:t xml:space="preserve">”. </w:t>
            </w:r>
            <w:r>
              <w:rPr>
                <w:rFonts w:ascii="Corbel" w:hAnsi="Corbel"/>
                <w:sz w:val="24"/>
                <w:szCs w:val="24"/>
              </w:rPr>
              <w:t>Bierze na siebie odpowiedzialność kierowania drużyną.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D0FAD" w:rsidR="00CA7456" w:rsidP="00864C40" w:rsidRDefault="00CA7456" w14:paraId="32A2B9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9A61FE" w:rsidR="009A61FE" w:rsidTr="00864C40" w14:paraId="62E97EED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7B2440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38BE5703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A61FE">
              <w:rPr>
                <w:rFonts w:ascii="Corbel" w:hAnsi="Corbel"/>
                <w:sz w:val="24"/>
                <w:szCs w:val="24"/>
              </w:rPr>
              <w:t>Kształtuje samodyscyplinę i samoocenę oraz poczucie odpowiedzialności za zdrowie i bezpieczeństwo własne i drugiego człowieka.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6227F" w:rsidR="009A61FE" w:rsidP="00CA7456" w:rsidRDefault="009A61FE" w14:paraId="791CDA24" w14:textId="77777777">
            <w:pPr>
              <w:rPr>
                <w:rFonts w:ascii="Corbel" w:hAnsi="Corbel"/>
              </w:rPr>
            </w:pPr>
          </w:p>
        </w:tc>
      </w:tr>
      <w:tr w:rsidRPr="009A61FE" w:rsidR="009A61FE" w:rsidTr="00864C40" w14:paraId="464DFDF6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32B741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B018DF" w:rsidRDefault="00B018DF" w14:paraId="3B45CDA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9A61FE">
              <w:rPr>
                <w:rFonts w:ascii="Corbel" w:hAnsi="Corbel"/>
                <w:sz w:val="24"/>
                <w:szCs w:val="24"/>
              </w:rPr>
              <w:t xml:space="preserve">romuje pozytywną postawę prozdrowotną wpływającą na sprawność funkcjonalną w dorosłym życiu człowieka. 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>Kreuje wartości aktywności ruchowej jako formy relaksu fizycznego i psychicznego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6227F" w:rsidR="00CA7456" w:rsidP="00864C40" w:rsidRDefault="00CA7456" w14:paraId="7FF071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5747A" w:rsidP="009C54AE" w:rsidRDefault="0085747A" w14:paraId="3914A0C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147DA" w:rsidR="00A67786" w:rsidP="009C54AE" w:rsidRDefault="00A67786" w14:paraId="6769E1E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147DA" w:rsidR="0085747A" w:rsidP="009C54AE" w:rsidRDefault="00675843" w14:paraId="640BC69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lastRenderedPageBreak/>
        <w:t>3.3</w:t>
      </w:r>
      <w:r w:rsidRPr="00F147DA" w:rsidR="0085747A">
        <w:rPr>
          <w:rFonts w:ascii="Corbel" w:hAnsi="Corbel"/>
          <w:b/>
          <w:sz w:val="24"/>
          <w:szCs w:val="24"/>
        </w:rPr>
        <w:t>T</w:t>
      </w:r>
      <w:r w:rsidRPr="00F147DA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F147DA" w:rsidR="0085747A" w:rsidP="009C54AE" w:rsidRDefault="0085747A" w14:paraId="32CF464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Problematyka wykładu </w:t>
      </w:r>
    </w:p>
    <w:p w:rsidRPr="00F147DA" w:rsidR="00675843" w:rsidP="009C54AE" w:rsidRDefault="00676B7E" w14:paraId="54C727E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nie dotyczy</w:t>
      </w:r>
    </w:p>
    <w:p w:rsidRPr="00F147DA" w:rsidR="00676B7E" w:rsidP="009C54AE" w:rsidRDefault="00676B7E" w14:paraId="77534952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F147DA" w:rsidR="0085747A" w:rsidP="009C54AE" w:rsidRDefault="0085747A" w14:paraId="5130BEA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F147DA" w:rsidR="009F4610">
        <w:rPr>
          <w:rFonts w:ascii="Corbel" w:hAnsi="Corbel"/>
          <w:sz w:val="24"/>
          <w:szCs w:val="24"/>
        </w:rPr>
        <w:t xml:space="preserve">, </w:t>
      </w:r>
      <w:r w:rsidRPr="00F147DA">
        <w:rPr>
          <w:rFonts w:ascii="Corbel" w:hAnsi="Corbel"/>
          <w:sz w:val="24"/>
          <w:szCs w:val="24"/>
        </w:rPr>
        <w:t xml:space="preserve">zajęć praktycznych </w:t>
      </w:r>
    </w:p>
    <w:p w:rsidRPr="00F147DA" w:rsidR="0085747A" w:rsidP="009C54AE" w:rsidRDefault="0085747A" w14:paraId="560F143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147DA" w:rsidR="0085747A" w:rsidTr="00923D7D" w14:paraId="307BD440" w14:textId="77777777">
        <w:tc>
          <w:tcPr>
            <w:tcW w:w="9639" w:type="dxa"/>
          </w:tcPr>
          <w:p w:rsidRPr="00F147DA" w:rsidR="0085747A" w:rsidP="009C54AE" w:rsidRDefault="0085747A" w14:paraId="1B874C0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147DA" w:rsidR="00723984" w:rsidTr="00923D7D" w14:paraId="6DBDFBEA" w14:textId="77777777">
        <w:tc>
          <w:tcPr>
            <w:tcW w:w="9639" w:type="dxa"/>
          </w:tcPr>
          <w:p w:rsidRPr="00F147DA" w:rsidR="00723984" w:rsidP="00037725" w:rsidRDefault="00723984" w14:paraId="198A67D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Omówienie zasad bezpiecznego korzystania z obiektów, przyrządów i środowisk związanych z uprawianiem różnych dyscyplin sportu. Zapoznanie z regulaminem </w:t>
            </w:r>
            <w:proofErr w:type="spellStart"/>
            <w:r w:rsidR="00037725">
              <w:rPr>
                <w:rFonts w:ascii="Corbel" w:hAnsi="Corbel"/>
                <w:sz w:val="24"/>
                <w:szCs w:val="24"/>
              </w:rPr>
              <w:t>SWFiR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>. Organizacja, higiena i porządek pracy.</w:t>
            </w:r>
          </w:p>
        </w:tc>
      </w:tr>
      <w:tr w:rsidRPr="00F147DA" w:rsidR="0085747A" w:rsidTr="00923D7D" w14:paraId="70A53F29" w14:textId="77777777">
        <w:tc>
          <w:tcPr>
            <w:tcW w:w="9639" w:type="dxa"/>
          </w:tcPr>
          <w:p w:rsidRPr="00F147DA" w:rsidR="00723984" w:rsidP="00723984" w:rsidRDefault="00723984" w14:paraId="2C76404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Gry i zabawy ruchowe, różne formy wyścigów z wykorzystaniem sprzętu sportowego.</w:t>
            </w:r>
          </w:p>
          <w:p w:rsidRPr="00F147DA" w:rsidR="0085747A" w:rsidP="00723984" w:rsidRDefault="00723984" w14:paraId="4F8D092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Ćw. ogólnorozwojowe.</w:t>
            </w:r>
          </w:p>
        </w:tc>
      </w:tr>
      <w:tr w:rsidRPr="00F147DA" w:rsidR="0085747A" w:rsidTr="00923D7D" w14:paraId="011A31C7" w14:textId="77777777">
        <w:tc>
          <w:tcPr>
            <w:tcW w:w="9639" w:type="dxa"/>
          </w:tcPr>
          <w:p w:rsidRPr="00F147DA" w:rsidR="00723984" w:rsidP="00723984" w:rsidRDefault="00723984" w14:paraId="0E74FCDC" w14:textId="77777777">
            <w:pPr>
              <w:tabs>
                <w:tab w:val="left" w:pos="258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Ćwiczenia kształtujące prawidłową postawę ciała z wykorzystaniem przyrządów i przyborów. </w:t>
            </w:r>
          </w:p>
          <w:p w:rsidRPr="00F147DA" w:rsidR="0085747A" w:rsidP="00723984" w:rsidRDefault="00723984" w14:paraId="39154C3A" w14:textId="77777777">
            <w:pPr>
              <w:pStyle w:val="Akapitzlist"/>
              <w:tabs>
                <w:tab w:val="left" w:pos="25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Koncepcje i cele promocji zdrowia oraz zachowania zagrażające sprawności funkcjonalnej człowieka.</w:t>
            </w:r>
          </w:p>
        </w:tc>
      </w:tr>
      <w:tr w:rsidRPr="00F147DA" w:rsidR="00723984" w:rsidTr="00923D7D" w14:paraId="0CD018F7" w14:textId="77777777">
        <w:tc>
          <w:tcPr>
            <w:tcW w:w="9639" w:type="dxa"/>
          </w:tcPr>
          <w:p w:rsidRPr="00F147DA" w:rsidR="00723984" w:rsidP="009C54AE" w:rsidRDefault="00723984" w14:paraId="64F457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 : Doskonalenie odbić i zagrywki sposobem górnym i dolnym. Ćw. kształtujące koordynację wzrokowo – ruchową. Taktyka rozegrania piłki w stałych fragmentach gry szkolnej.</w:t>
            </w:r>
          </w:p>
        </w:tc>
      </w:tr>
      <w:tr w:rsidRPr="00F147DA" w:rsidR="00723984" w:rsidTr="00923D7D" w14:paraId="78C79AA3" w14:textId="77777777">
        <w:tc>
          <w:tcPr>
            <w:tcW w:w="9639" w:type="dxa"/>
          </w:tcPr>
          <w:p w:rsidRPr="00F147DA" w:rsidR="00723984" w:rsidP="009C54AE" w:rsidRDefault="00723984" w14:paraId="265A7F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Siatkowa: Doskonalenie : wystawy, ataku i zastawiania pojedynczym blokiem. Doskonalenie zastawiania , bloku pojedynczego i podwójnego – gra szkolna. Przepisy gry.</w:t>
            </w:r>
          </w:p>
        </w:tc>
      </w:tr>
      <w:tr w:rsidRPr="00F147DA" w:rsidR="00723984" w:rsidTr="00923D7D" w14:paraId="1967EA6C" w14:textId="77777777">
        <w:tc>
          <w:tcPr>
            <w:tcW w:w="9639" w:type="dxa"/>
          </w:tcPr>
          <w:p w:rsidRPr="00F147DA" w:rsidR="00723984" w:rsidP="009C54AE" w:rsidRDefault="00723984" w14:paraId="1C8445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Siatkowa:  Zadania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kontrolno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oceniające – stosowanie znanych elementów techniki podczas gry szkolnej. Przepisy i sędziowanie.</w:t>
            </w:r>
          </w:p>
        </w:tc>
      </w:tr>
      <w:tr w:rsidRPr="00F147DA" w:rsidR="00723984" w:rsidTr="00923D7D" w14:paraId="000EFA56" w14:textId="77777777">
        <w:tc>
          <w:tcPr>
            <w:tcW w:w="9639" w:type="dxa"/>
          </w:tcPr>
          <w:p w:rsidRPr="00F147DA" w:rsidR="00723984" w:rsidP="009C54AE" w:rsidRDefault="00723984" w14:paraId="4298EED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Ręczna: Doskonalenie : Technika podań półgórnych, górnych, dolnych i kozłem w różnych ustawieniach oraz kozłowania piłki. Technika rzutu w wyskoku oraz chwytów piłek leżących i  toczących się. Gra szkolna.</w:t>
            </w:r>
          </w:p>
        </w:tc>
      </w:tr>
      <w:tr w:rsidRPr="00F147DA" w:rsidR="00723984" w:rsidTr="00923D7D" w14:paraId="03BDE1BD" w14:textId="77777777">
        <w:tc>
          <w:tcPr>
            <w:tcW w:w="9639" w:type="dxa"/>
          </w:tcPr>
          <w:p w:rsidRPr="00F147DA" w:rsidR="00723984" w:rsidP="00723984" w:rsidRDefault="00723984" w14:paraId="59A6550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Ręczna: Prowadzenie piłki w dwójkach i trójkach, wyprowadzenie ataku szybkiego podania sytuacyjne, rzuty piłki do bramki z biegu  i w wyskoku. </w:t>
            </w:r>
          </w:p>
          <w:p w:rsidRPr="00F147DA" w:rsidR="00723984" w:rsidP="00723984" w:rsidRDefault="00723984" w14:paraId="5D182E8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Obrona „ każdy swego”. Gra szkolna.</w:t>
            </w:r>
          </w:p>
        </w:tc>
      </w:tr>
      <w:tr w:rsidRPr="00F147DA" w:rsidR="00723984" w:rsidTr="00923D7D" w14:paraId="0F23DAFA" w14:textId="77777777">
        <w:tc>
          <w:tcPr>
            <w:tcW w:w="9639" w:type="dxa"/>
          </w:tcPr>
          <w:p w:rsidRPr="00F147DA" w:rsidR="00723984" w:rsidP="00E20458" w:rsidRDefault="00E20458" w14:paraId="2689CA5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20458">
              <w:rPr>
                <w:rFonts w:ascii="Corbel" w:hAnsi="Corbel"/>
                <w:sz w:val="24"/>
                <w:szCs w:val="24"/>
              </w:rPr>
              <w:t>Elementy sa</w:t>
            </w:r>
            <w:r w:rsidR="001F0DD5">
              <w:rPr>
                <w:rFonts w:ascii="Corbel" w:hAnsi="Corbel"/>
                <w:sz w:val="24"/>
                <w:szCs w:val="24"/>
              </w:rPr>
              <w:t>m</w:t>
            </w:r>
            <w:r w:rsidRPr="00E20458">
              <w:rPr>
                <w:rFonts w:ascii="Corbel" w:hAnsi="Corbel"/>
                <w:sz w:val="24"/>
                <w:szCs w:val="24"/>
              </w:rPr>
              <w:t>oobrony: Ćwiczenie padów z zachowaniem pozycji obronnej rąk i nóg oraz ćwiczenia z zakresu poruszania się w dystansie i półdystansie.</w:t>
            </w:r>
          </w:p>
        </w:tc>
      </w:tr>
      <w:tr w:rsidRPr="00F147DA" w:rsidR="00723984" w:rsidTr="00923D7D" w14:paraId="6DC876BF" w14:textId="77777777">
        <w:tc>
          <w:tcPr>
            <w:tcW w:w="9639" w:type="dxa"/>
          </w:tcPr>
          <w:p w:rsidRPr="00F147DA" w:rsidR="00723984" w:rsidP="00165B8B" w:rsidRDefault="00E20458" w14:paraId="6D944FD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0458">
              <w:rPr>
                <w:rFonts w:ascii="Corbel" w:hAnsi="Corbel"/>
                <w:sz w:val="24"/>
                <w:szCs w:val="24"/>
              </w:rPr>
              <w:t>Elementy samoobrony: Wprowadzenie podstawowych technik w samoobronie:  ciosy, uderzenia, duszenia, kopnięcia,</w:t>
            </w:r>
          </w:p>
        </w:tc>
      </w:tr>
      <w:tr w:rsidRPr="00F147DA" w:rsidR="00723984" w:rsidTr="00923D7D" w14:paraId="61566780" w14:textId="77777777">
        <w:tc>
          <w:tcPr>
            <w:tcW w:w="9639" w:type="dxa"/>
          </w:tcPr>
          <w:p w:rsidRPr="00F147DA" w:rsidR="00723984" w:rsidP="00165B8B" w:rsidRDefault="00E20458" w14:paraId="3E8076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0458">
              <w:rPr>
                <w:rFonts w:ascii="Corbel" w:hAnsi="Corbel"/>
                <w:sz w:val="24"/>
                <w:szCs w:val="24"/>
              </w:rPr>
              <w:t xml:space="preserve">Nauka  podstawowych  elementów </w:t>
            </w:r>
            <w:proofErr w:type="spellStart"/>
            <w:r w:rsidRPr="00E20458">
              <w:rPr>
                <w:rFonts w:ascii="Corbel" w:hAnsi="Corbel"/>
                <w:sz w:val="24"/>
                <w:szCs w:val="24"/>
              </w:rPr>
              <w:t>krav</w:t>
            </w:r>
            <w:proofErr w:type="spellEnd"/>
            <w:r w:rsidRPr="00E20458">
              <w:rPr>
                <w:rFonts w:ascii="Corbel" w:hAnsi="Corbel"/>
                <w:sz w:val="24"/>
                <w:szCs w:val="24"/>
              </w:rPr>
              <w:t xml:space="preserve"> maga i </w:t>
            </w:r>
            <w:proofErr w:type="spellStart"/>
            <w:r w:rsidRPr="00E20458">
              <w:rPr>
                <w:rFonts w:ascii="Corbel" w:hAnsi="Corbel"/>
                <w:sz w:val="24"/>
                <w:szCs w:val="24"/>
              </w:rPr>
              <w:t>combat</w:t>
            </w:r>
            <w:proofErr w:type="spellEnd"/>
            <w:r w:rsidRPr="00E20458">
              <w:rPr>
                <w:rFonts w:ascii="Corbel" w:hAnsi="Corbel"/>
                <w:sz w:val="24"/>
                <w:szCs w:val="24"/>
              </w:rPr>
              <w:t xml:space="preserve"> 56</w:t>
            </w:r>
          </w:p>
        </w:tc>
      </w:tr>
      <w:tr w:rsidRPr="00F147DA" w:rsidR="00DC2545" w:rsidTr="00923D7D" w14:paraId="471C3EC9" w14:textId="77777777">
        <w:tc>
          <w:tcPr>
            <w:tcW w:w="9639" w:type="dxa"/>
          </w:tcPr>
          <w:p w:rsidRPr="00F147DA" w:rsidR="00DC2545" w:rsidP="009C54AE" w:rsidRDefault="00DC2545" w14:paraId="4ACD755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Pierwsza pomoc: podstawowe czynności resuscytacyjne</w:t>
            </w:r>
          </w:p>
        </w:tc>
      </w:tr>
      <w:tr w:rsidRPr="00F147DA" w:rsidR="00DC2545" w:rsidTr="00923D7D" w14:paraId="4C0DE9C6" w14:textId="77777777">
        <w:tc>
          <w:tcPr>
            <w:tcW w:w="9639" w:type="dxa"/>
          </w:tcPr>
          <w:p w:rsidRPr="00F147DA" w:rsidR="00DC2545" w:rsidP="009C54AE" w:rsidRDefault="00DC2545" w14:paraId="21A1823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Pierwsza pomoc: wypadki komunikacyjne, urazy kręgosłupa</w:t>
            </w:r>
          </w:p>
        </w:tc>
      </w:tr>
      <w:tr w:rsidRPr="00F147DA" w:rsidR="00723984" w:rsidTr="00923D7D" w14:paraId="1D2EAF06" w14:textId="77777777">
        <w:tc>
          <w:tcPr>
            <w:tcW w:w="9639" w:type="dxa"/>
          </w:tcPr>
          <w:p w:rsidRPr="00F147DA" w:rsidR="00723984" w:rsidP="009C54AE" w:rsidRDefault="00723984" w14:paraId="4CCE30B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Nożna: Doskonalenie techniki : podanie , przyjęcie, strzały do bramki z miejsca , w biegu, po podaniu, żonglowanie piłki, gra głową. Zastosowanie doskonalonych elementów w stałych fragmentach gry. podaniu .  Taktyka  sposobów krycia w obronie - gra szkolna.</w:t>
            </w:r>
          </w:p>
        </w:tc>
      </w:tr>
      <w:tr w:rsidRPr="00F147DA" w:rsidR="00723984" w:rsidTr="00923D7D" w14:paraId="6889B977" w14:textId="77777777">
        <w:tc>
          <w:tcPr>
            <w:tcW w:w="9639" w:type="dxa"/>
          </w:tcPr>
          <w:p w:rsidRPr="00F147DA" w:rsidR="00723984" w:rsidP="009C54AE" w:rsidRDefault="00E20458" w14:paraId="22FD3F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0458">
              <w:rPr>
                <w:rFonts w:ascii="Corbel" w:hAnsi="Corbel"/>
                <w:sz w:val="24"/>
                <w:szCs w:val="24"/>
              </w:rPr>
              <w:t>Doskonalenie poznanych elementów samoobrony , chwyty obronne . Elementy walki realnej.</w:t>
            </w:r>
          </w:p>
        </w:tc>
      </w:tr>
      <w:tr w:rsidRPr="00F147DA" w:rsidR="00723984" w:rsidTr="00923D7D" w14:paraId="5E7591AF" w14:textId="77777777">
        <w:tc>
          <w:tcPr>
            <w:tcW w:w="9639" w:type="dxa"/>
          </w:tcPr>
          <w:p w:rsidRPr="00F147DA" w:rsidR="00723984" w:rsidP="00723984" w:rsidRDefault="00723984" w14:paraId="069CF2A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Atletyka Terenowa:  Biegi terenowe ze zmiennym tempem. Orientacja w terenie, ćw. ogólnorozwojowe. Gry i zabawy z pokonywaniem przeszkód naturalnych. </w:t>
            </w:r>
          </w:p>
          <w:p w:rsidRPr="00F147DA" w:rsidR="00723984" w:rsidP="00723984" w:rsidRDefault="00723984" w14:paraId="4E16DE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Choroby cywilizacyjne i ich wpływ na aktywność psychofizyczną człowieka, koncepcje i cele promocji zdrowia oraz  zachowania zagrażające zdrowiu.</w:t>
            </w:r>
          </w:p>
        </w:tc>
      </w:tr>
      <w:tr w:rsidRPr="00F147DA" w:rsidR="007370FA" w:rsidTr="00923D7D" w14:paraId="6DF1CC58" w14:textId="77777777">
        <w:tc>
          <w:tcPr>
            <w:tcW w:w="9639" w:type="dxa"/>
          </w:tcPr>
          <w:p w:rsidRPr="00F147DA" w:rsidR="007370FA" w:rsidP="007370FA" w:rsidRDefault="007370FA" w14:paraId="5F62D77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7CC5">
              <w:rPr>
                <w:rFonts w:ascii="Corbel" w:hAnsi="Corbel"/>
                <w:sz w:val="24"/>
                <w:szCs w:val="24"/>
              </w:rPr>
              <w:t xml:space="preserve">Gry </w:t>
            </w:r>
            <w:r w:rsidRPr="00E87CC5" w:rsidR="0074190A">
              <w:rPr>
                <w:rFonts w:ascii="Corbel" w:hAnsi="Corbel"/>
                <w:sz w:val="24"/>
                <w:szCs w:val="24"/>
              </w:rPr>
              <w:t>terenowe i zadania integracyjno- porządkowe.</w:t>
            </w:r>
          </w:p>
        </w:tc>
      </w:tr>
      <w:tr w:rsidRPr="00F147DA" w:rsidR="00723984" w:rsidTr="00923D7D" w14:paraId="672408D5" w14:textId="77777777">
        <w:tc>
          <w:tcPr>
            <w:tcW w:w="9639" w:type="dxa"/>
          </w:tcPr>
          <w:p w:rsidRPr="00F147DA" w:rsidR="00723984" w:rsidP="00723984" w:rsidRDefault="00723984" w14:paraId="7039486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Łyżwiarstwo: Zasady bezpieczeństwa na lodowisku. Poślizg z odbicia, j</w:t>
            </w:r>
            <w:r w:rsidR="007370FA">
              <w:rPr>
                <w:rFonts w:ascii="Corbel" w:hAnsi="Corbel"/>
                <w:sz w:val="24"/>
                <w:szCs w:val="24"/>
              </w:rPr>
              <w:t xml:space="preserve">azda przodem, zatrzymanie </w:t>
            </w:r>
            <w:proofErr w:type="spellStart"/>
            <w:r w:rsidR="007370FA">
              <w:rPr>
                <w:rFonts w:ascii="Corbel" w:hAnsi="Corbel"/>
                <w:sz w:val="24"/>
                <w:szCs w:val="24"/>
              </w:rPr>
              <w:t>półpług</w:t>
            </w:r>
            <w:r w:rsidRPr="00F147DA">
              <w:rPr>
                <w:rFonts w:ascii="Corbel" w:hAnsi="Corbel"/>
                <w:sz w:val="24"/>
                <w:szCs w:val="24"/>
              </w:rPr>
              <w:t>iem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i pługiem, jazda tyłem, zatrzymanie zwrotem na jednej i dwóch nogach, przekładanka przodem i tyłem – hamowanie.</w:t>
            </w:r>
          </w:p>
          <w:p w:rsidRPr="00F147DA" w:rsidR="00723984" w:rsidP="00723984" w:rsidRDefault="00723984" w14:paraId="609C4C3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Kajakarstwo: Zasady bezpieczeństwa w kajakarstwie, Nauka wsiadania i wysiadania oraz </w:t>
            </w: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manewrowania kajakiem.</w:t>
            </w:r>
          </w:p>
        </w:tc>
      </w:tr>
      <w:tr w:rsidRPr="00F147DA" w:rsidR="0085747A" w:rsidTr="00923D7D" w14:paraId="2E69DC44" w14:textId="77777777">
        <w:tc>
          <w:tcPr>
            <w:tcW w:w="9639" w:type="dxa"/>
          </w:tcPr>
          <w:p w:rsidRPr="00F147DA" w:rsidR="0085747A" w:rsidP="009C54AE" w:rsidRDefault="00723984" w14:paraId="6C73B81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Testy czynnościowe sprawności motorycznej. Przeprowadzenie Wielostopniowego testu wahadłowego lub testu Coopera</w:t>
            </w:r>
          </w:p>
        </w:tc>
      </w:tr>
    </w:tbl>
    <w:p w:rsidR="00A67786" w:rsidP="009C54AE" w:rsidRDefault="00A67786" w14:paraId="2E33E01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A67786" w:rsidP="009C54AE" w:rsidRDefault="00A67786" w14:paraId="1727AAF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F147DA" w:rsidR="0085747A" w:rsidP="009C54AE" w:rsidRDefault="009F4610" w14:paraId="67D6A7C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3.4 Metody dydaktyczne</w:t>
      </w:r>
    </w:p>
    <w:p w:rsidRPr="00F147DA" w:rsidR="0085747A" w:rsidP="009C54AE" w:rsidRDefault="0085747A" w14:paraId="30F0A77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147DA" w:rsidR="00153C41" w:rsidP="009C54AE" w:rsidRDefault="00153C41" w14:paraId="1B56207B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proofErr w:type="spellStart"/>
      <w:r w:rsidRPr="00F147DA">
        <w:rPr>
          <w:rFonts w:ascii="Corbel" w:hAnsi="Corbel"/>
          <w:b w:val="0"/>
          <w:i/>
          <w:smallCaps w:val="0"/>
          <w:szCs w:val="24"/>
        </w:rPr>
        <w:t>Ćwiczenia:</w:t>
      </w:r>
      <w:r w:rsidRPr="00F147DA" w:rsidR="00923D7D">
        <w:rPr>
          <w:rFonts w:ascii="Corbel" w:hAnsi="Corbel"/>
          <w:b w:val="0"/>
          <w:i/>
          <w:smallCaps w:val="0"/>
          <w:szCs w:val="24"/>
        </w:rPr>
        <w:t>,</w:t>
      </w:r>
      <w:r w:rsidR="00F10601">
        <w:rPr>
          <w:rFonts w:ascii="Corbel" w:hAnsi="Corbel"/>
          <w:b w:val="0"/>
          <w:i/>
          <w:smallCaps w:val="0"/>
          <w:szCs w:val="24"/>
        </w:rPr>
        <w:t>metoda</w:t>
      </w:r>
      <w:proofErr w:type="spellEnd"/>
      <w:r w:rsidR="00F10601">
        <w:rPr>
          <w:rFonts w:ascii="Corbel" w:hAnsi="Corbel"/>
          <w:b w:val="0"/>
          <w:i/>
          <w:smallCaps w:val="0"/>
          <w:szCs w:val="24"/>
        </w:rPr>
        <w:t xml:space="preserve"> bezpośredniej celowości ruchu, metoda naśladowcza, </w:t>
      </w:r>
      <w:r w:rsidRPr="00F147DA" w:rsidR="001718A7">
        <w:rPr>
          <w:rFonts w:ascii="Corbel" w:hAnsi="Corbel"/>
          <w:b w:val="0"/>
          <w:i/>
          <w:smallCaps w:val="0"/>
          <w:szCs w:val="24"/>
        </w:rPr>
        <w:t>praca w </w:t>
      </w:r>
      <w:r w:rsidRPr="00F147DA" w:rsidR="0085747A">
        <w:rPr>
          <w:rFonts w:ascii="Corbel" w:hAnsi="Corbel"/>
          <w:b w:val="0"/>
          <w:i/>
          <w:smallCaps w:val="0"/>
          <w:szCs w:val="24"/>
        </w:rPr>
        <w:t>grupach</w:t>
      </w:r>
      <w:r w:rsidRPr="00F147DA" w:rsidR="0071620A">
        <w:rPr>
          <w:rFonts w:ascii="Corbel" w:hAnsi="Corbel"/>
          <w:b w:val="0"/>
          <w:i/>
          <w:smallCaps w:val="0"/>
          <w:szCs w:val="24"/>
        </w:rPr>
        <w:t xml:space="preserve"> (</w:t>
      </w:r>
      <w:r w:rsidRPr="00F147DA" w:rsidR="0085747A">
        <w:rPr>
          <w:rFonts w:ascii="Corbel" w:hAnsi="Corbel"/>
          <w:b w:val="0"/>
          <w:i/>
          <w:smallCaps w:val="0"/>
          <w:szCs w:val="24"/>
        </w:rPr>
        <w:t>rozwiązywanie zadań</w:t>
      </w:r>
      <w:r w:rsidRPr="00F147DA" w:rsidR="0071620A">
        <w:rPr>
          <w:rFonts w:ascii="Corbel" w:hAnsi="Corbel"/>
          <w:b w:val="0"/>
          <w:i/>
          <w:smallCaps w:val="0"/>
          <w:szCs w:val="24"/>
        </w:rPr>
        <w:t>,</w:t>
      </w:r>
      <w:r w:rsidRPr="00F147DA" w:rsidR="0085747A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Pr="00F147DA" w:rsidR="0071620A">
        <w:rPr>
          <w:rFonts w:ascii="Corbel" w:hAnsi="Corbel"/>
          <w:b w:val="0"/>
          <w:i/>
          <w:smallCaps w:val="0"/>
          <w:szCs w:val="24"/>
        </w:rPr>
        <w:t>),</w:t>
      </w:r>
      <w:r w:rsidRPr="00F147DA" w:rsidR="001718A7">
        <w:rPr>
          <w:rFonts w:ascii="Corbel" w:hAnsi="Corbel"/>
          <w:b w:val="0"/>
          <w:i/>
          <w:smallCaps w:val="0"/>
          <w:szCs w:val="24"/>
        </w:rPr>
        <w:t>gry dydaktyczne</w:t>
      </w:r>
      <w:r w:rsidR="00F10601">
        <w:rPr>
          <w:rFonts w:ascii="Corbel" w:hAnsi="Corbel"/>
          <w:b w:val="0"/>
          <w:i/>
          <w:smallCaps w:val="0"/>
          <w:szCs w:val="24"/>
        </w:rPr>
        <w:t>, gry sportowe.</w:t>
      </w:r>
    </w:p>
    <w:p w:rsidRPr="00F147DA" w:rsidR="00E960BB" w:rsidP="009C54AE" w:rsidRDefault="00E960BB" w14:paraId="5228DFC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147DA" w:rsidR="0085747A" w:rsidP="009C54AE" w:rsidRDefault="00C61DC5" w14:paraId="051CDD7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 </w:t>
      </w:r>
      <w:r w:rsidRPr="00F147DA" w:rsidR="0085747A">
        <w:rPr>
          <w:rFonts w:ascii="Corbel" w:hAnsi="Corbel"/>
          <w:smallCaps w:val="0"/>
          <w:szCs w:val="24"/>
        </w:rPr>
        <w:t>METODY I KRYTERIA OCENY</w:t>
      </w:r>
    </w:p>
    <w:p w:rsidRPr="00F147DA" w:rsidR="00923D7D" w:rsidP="009C54AE" w:rsidRDefault="00923D7D" w14:paraId="3F69A6E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147DA" w:rsidR="0085747A" w:rsidP="009C54AE" w:rsidRDefault="0085747A" w14:paraId="5333CE7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4.1 Sposoby weryfikacji efektów </w:t>
      </w:r>
      <w:r w:rsidRPr="00F147DA" w:rsidR="00C05F44">
        <w:rPr>
          <w:rFonts w:ascii="Corbel" w:hAnsi="Corbel"/>
          <w:smallCaps w:val="0"/>
          <w:szCs w:val="24"/>
        </w:rPr>
        <w:t>uczenia się</w:t>
      </w:r>
    </w:p>
    <w:p w:rsidRPr="00F147DA" w:rsidR="0085747A" w:rsidP="009C54AE" w:rsidRDefault="0085747A" w14:paraId="05859FE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3"/>
        <w:gridCol w:w="6819"/>
        <w:gridCol w:w="1708"/>
      </w:tblGrid>
      <w:tr w:rsidRPr="00F147DA" w:rsidR="0085747A" w:rsidTr="00F465FA" w14:paraId="533A2E14" w14:textId="77777777">
        <w:tc>
          <w:tcPr>
            <w:tcW w:w="993" w:type="dxa"/>
            <w:vAlign w:val="center"/>
          </w:tcPr>
          <w:p w:rsidRPr="00F147DA" w:rsidR="0085747A" w:rsidP="009C54AE" w:rsidRDefault="0071620A" w14:paraId="72550D0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819" w:type="dxa"/>
            <w:vAlign w:val="center"/>
          </w:tcPr>
          <w:p w:rsidRPr="00F147DA" w:rsidR="0085747A" w:rsidP="009C54AE" w:rsidRDefault="0033682F" w14:paraId="43E0CB4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F147DA" w:rsidR="0085747A" w:rsidP="009C54AE" w:rsidRDefault="009F4610" w14:paraId="21E292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F147DA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Pr="00F147DA" w:rsidR="00923D7D" w:rsidP="009C54AE" w:rsidRDefault="0085747A" w14:paraId="0C170A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F147DA" w:rsidR="0085747A" w:rsidP="009C54AE" w:rsidRDefault="0085747A" w14:paraId="6AF4FA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F147DA" w:rsidR="0085747A" w:rsidTr="00F465FA" w14:paraId="146B080E" w14:textId="77777777">
        <w:tc>
          <w:tcPr>
            <w:tcW w:w="993" w:type="dxa"/>
          </w:tcPr>
          <w:p w:rsidRPr="00F147DA" w:rsidR="0085747A" w:rsidP="009C54AE" w:rsidRDefault="0076582C" w14:paraId="7A0696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</w:t>
            </w:r>
            <w:r w:rsidRPr="00F147DA" w:rsidR="0085747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819" w:type="dxa"/>
          </w:tcPr>
          <w:p w:rsidRPr="00F147DA" w:rsidR="0076582C" w:rsidP="0076582C" w:rsidRDefault="0076582C" w14:paraId="69CC438C" w14:textId="6C2DD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testy</w:t>
            </w:r>
            <w:r w:rsidR="002F5DA5">
              <w:rPr>
                <w:rFonts w:ascii="Corbel" w:hAnsi="Corbel"/>
                <w:b w:val="0"/>
                <w:szCs w:val="24"/>
              </w:rPr>
              <w:t xml:space="preserve"> </w:t>
            </w:r>
            <w:r w:rsidRPr="00F147DA">
              <w:rPr>
                <w:rFonts w:ascii="Corbel" w:hAnsi="Corbel"/>
                <w:b w:val="0"/>
                <w:szCs w:val="24"/>
              </w:rPr>
              <w:t xml:space="preserve">czynnościowe kontrolujące postępy w zajęciach, </w:t>
            </w:r>
          </w:p>
          <w:p w:rsidRPr="00F147DA" w:rsidR="0076582C" w:rsidP="0076582C" w:rsidRDefault="0076582C" w14:paraId="5C4835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  <w:p w:rsidRPr="00F147DA" w:rsidR="0085747A" w:rsidP="0076582C" w:rsidRDefault="0076582C" w14:paraId="593133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:rsidRPr="00F147DA" w:rsidR="0085747A" w:rsidP="00C05A24" w:rsidRDefault="0076582C" w14:paraId="4F83F56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F147DA" w:rsidR="0085747A" w:rsidTr="00F465FA" w14:paraId="68FB2E1E" w14:textId="77777777">
        <w:tc>
          <w:tcPr>
            <w:tcW w:w="993" w:type="dxa"/>
          </w:tcPr>
          <w:p w:rsidRPr="00F147DA" w:rsidR="0085747A" w:rsidP="009C54AE" w:rsidRDefault="0085747A" w14:paraId="6920B0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819" w:type="dxa"/>
          </w:tcPr>
          <w:p w:rsidRPr="00F147DA" w:rsidR="0076582C" w:rsidP="0076582C" w:rsidRDefault="0076582C" w14:paraId="260F51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  <w:p w:rsidRPr="00F147DA" w:rsidR="0085747A" w:rsidP="0076582C" w:rsidRDefault="0076582C" w14:paraId="34BFD0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Pr="00F147DA" w:rsidR="0085747A" w:rsidP="00C05A24" w:rsidRDefault="0076582C" w14:paraId="3DAE76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F147DA" w:rsidR="0076582C" w:rsidTr="00F465FA" w14:paraId="44F81277" w14:textId="77777777">
        <w:tc>
          <w:tcPr>
            <w:tcW w:w="993" w:type="dxa"/>
          </w:tcPr>
          <w:p w:rsidRPr="00F147DA" w:rsidR="0076582C" w:rsidP="009C54AE" w:rsidRDefault="0076582C" w14:paraId="07252F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819" w:type="dxa"/>
          </w:tcPr>
          <w:p w:rsidRPr="00F147DA" w:rsidR="0076582C" w:rsidP="0076582C" w:rsidRDefault="0076582C" w14:paraId="38ACA1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  <w:p w:rsidRPr="00F147DA" w:rsidR="0076582C" w:rsidP="0076582C" w:rsidRDefault="0076582C" w14:paraId="51AAE5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przygotowanie i prezentacja materiału dydaktycznego z wychowania zdrowotnego</w:t>
            </w:r>
          </w:p>
        </w:tc>
        <w:tc>
          <w:tcPr>
            <w:tcW w:w="1708" w:type="dxa"/>
          </w:tcPr>
          <w:p w:rsidRPr="00F147DA" w:rsidR="0076582C" w:rsidP="00C05A24" w:rsidRDefault="0076582C" w14:paraId="243FF7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F147DA" w:rsidR="0076582C" w:rsidTr="00F465FA" w14:paraId="5C3F29B9" w14:textId="77777777">
        <w:tc>
          <w:tcPr>
            <w:tcW w:w="993" w:type="dxa"/>
          </w:tcPr>
          <w:p w:rsidRPr="00F147DA" w:rsidR="0076582C" w:rsidP="009C54AE" w:rsidRDefault="0076582C" w14:paraId="7BE92D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819" w:type="dxa"/>
          </w:tcPr>
          <w:p w:rsidRPr="00F147DA" w:rsidR="0076582C" w:rsidP="0076582C" w:rsidRDefault="0076582C" w14:paraId="3B848D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Pr="00F147DA" w:rsidR="0076582C" w:rsidP="00C05A24" w:rsidRDefault="0076582C" w14:paraId="6726F2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F147DA" w:rsidR="0076582C" w:rsidTr="00F465FA" w14:paraId="404063BA" w14:textId="77777777">
        <w:tc>
          <w:tcPr>
            <w:tcW w:w="993" w:type="dxa"/>
          </w:tcPr>
          <w:p w:rsidRPr="00F147DA" w:rsidR="0076582C" w:rsidP="009C54AE" w:rsidRDefault="0076582C" w14:paraId="7E3095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819" w:type="dxa"/>
          </w:tcPr>
          <w:p w:rsidRPr="00F147DA" w:rsidR="0076582C" w:rsidP="009C54AE" w:rsidRDefault="0076582C" w14:paraId="28E6C3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Pr="00F147DA" w:rsidR="0076582C" w:rsidP="00C05A24" w:rsidRDefault="0076582C" w14:paraId="37D6A33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F147DA" w:rsidR="00576E8E" w:rsidTr="00576E8E" w14:paraId="60ADDC87" w14:textId="77777777"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47DA" w:rsidR="00576E8E" w:rsidP="003926F2" w:rsidRDefault="00576E8E" w14:paraId="013E9B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47DA" w:rsidR="00576E8E" w:rsidP="003926F2" w:rsidRDefault="00576E8E" w14:paraId="59EEE1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  <w:p w:rsidRPr="00F147DA" w:rsidR="00576E8E" w:rsidP="003926F2" w:rsidRDefault="00576E8E" w14:paraId="3C443E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przygotowanie i prezentacja materiału dydaktycznego z wychowania zdrowotnego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47DA" w:rsidR="00576E8E" w:rsidP="003926F2" w:rsidRDefault="00576E8E" w14:paraId="2115E98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Pr="00F147DA" w:rsidR="00923D7D" w:rsidP="009C54AE" w:rsidRDefault="00923D7D" w14:paraId="08F20F1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147DA" w:rsidR="0085747A" w:rsidP="009C54AE" w:rsidRDefault="003E1941" w14:paraId="493AD73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4.2 </w:t>
      </w:r>
      <w:r w:rsidRPr="00F147DA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F147DA" w:rsidR="00923D7D" w:rsidP="009C54AE" w:rsidRDefault="00923D7D" w14:paraId="715EAF8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147DA" w:rsidR="0085747A" w:rsidTr="00923D7D" w14:paraId="070ACD6E" w14:textId="77777777">
        <w:tc>
          <w:tcPr>
            <w:tcW w:w="9670" w:type="dxa"/>
          </w:tcPr>
          <w:p w:rsidRPr="00F147DA" w:rsidR="00676B7E" w:rsidP="00676B7E" w:rsidRDefault="00676B7E" w14:paraId="5881568A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:rsidRPr="00F147DA" w:rsidR="00676B7E" w:rsidP="00676B7E" w:rsidRDefault="00C05A24" w14:paraId="74E1CD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cena bardzo dobry- bardzo dobra lub  plus dobra średnia ocen cząstkowych. Maksymalnie jedna nieobecność nieusprawiedliwiona.</w:t>
            </w:r>
          </w:p>
          <w:p w:rsidRPr="00F147DA" w:rsidR="00676B7E" w:rsidP="00676B7E" w:rsidRDefault="00C05A24" w14:paraId="159426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cena plus dobry- bardzo dobra lub dobra średnia ocen cząstkowych. Jedna nieobecność nieusprawiedliwiona.</w:t>
            </w:r>
          </w:p>
          <w:p w:rsidRPr="00F147DA" w:rsidR="00676B7E" w:rsidP="00676B7E" w:rsidRDefault="00C05A24" w14:paraId="6F8A2F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cena dobry- dobra średnia ocen cząstkowych. Jedna lub dwie nieobecności nieusprawiedliwione.</w:t>
            </w:r>
          </w:p>
          <w:p w:rsidRPr="00F147DA" w:rsidR="00676B7E" w:rsidP="00676B7E" w:rsidRDefault="00C05A24" w14:paraId="2350B5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cena plus dostateczny dobra lub dostateczna średnia ocen cząstkowych. Jedna lub dwie nieobecności nieusprawiedliwione.</w:t>
            </w:r>
          </w:p>
          <w:p w:rsidRPr="00F147DA" w:rsidR="00676B7E" w:rsidP="00676B7E" w:rsidRDefault="00C05A24" w14:paraId="6A4F12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cena dostateczny- dostateczna średnia ocen cząstkowych. Dwie lub maksymalnie  trzy nieobecności nieusprawiedliwione</w:t>
            </w:r>
          </w:p>
          <w:p w:rsidRPr="00F147DA" w:rsidR="00676B7E" w:rsidP="00676B7E" w:rsidRDefault="00C05A24" w14:paraId="76919B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cena niedostateczna- negatywna średnia ocen cząstkowych lub trzy i więcej nieobecności nieusprawiedliwionych.</w:t>
            </w:r>
          </w:p>
          <w:p w:rsidRPr="00F147DA" w:rsidR="00676B7E" w:rsidP="00676B7E" w:rsidRDefault="00676B7E" w14:paraId="4B003F87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 Ocenie podlega: </w:t>
            </w:r>
          </w:p>
          <w:p w:rsidRPr="00F147DA" w:rsidR="00676B7E" w:rsidP="00676B7E" w:rsidRDefault="00676B7E" w14:paraId="6391F4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– demonstrowanie poprawnie wybraną technikę aktywności fizycznej zgodnie z zasadami wynikającymi z fachowej literatury</w:t>
            </w:r>
          </w:p>
          <w:p w:rsidRPr="00F147DA" w:rsidR="00676B7E" w:rsidP="00676B7E" w:rsidRDefault="00676B7E" w14:paraId="715B30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– prawidłowość realizowania założeń taktycznych, dotyczących współpracy pomiędzy zawodnikami danej drużyny, </w:t>
            </w:r>
          </w:p>
          <w:p w:rsidRPr="00F147DA" w:rsidR="00676B7E" w:rsidP="00676B7E" w:rsidRDefault="00676B7E" w14:paraId="526900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stopień zaangażowania  w wybranej formie aktywności fizycznej,</w:t>
            </w:r>
          </w:p>
          <w:p w:rsidRPr="00F147DA" w:rsidR="00676B7E" w:rsidP="00676B7E" w:rsidRDefault="00676B7E" w14:paraId="213F39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poprawne wykonywanie wybranych ćwiczeń fizycznych wg wzorca zaprezentowanego na zajęciach,</w:t>
            </w:r>
          </w:p>
          <w:p w:rsidRPr="00F147DA" w:rsidR="0085747A" w:rsidP="00676B7E" w:rsidRDefault="00676B7E" w14:paraId="1197C9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odpowiedni  poziom sprawności fizycznej i wydolność organizmu.</w:t>
            </w:r>
          </w:p>
        </w:tc>
      </w:tr>
    </w:tbl>
    <w:p w:rsidRPr="00F147DA" w:rsidR="0085747A" w:rsidP="009C54AE" w:rsidRDefault="0085747A" w14:paraId="4477A66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147DA" w:rsidR="009F4610" w:rsidP="009C54AE" w:rsidRDefault="0085747A" w14:paraId="3D3805D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5. </w:t>
      </w:r>
      <w:r w:rsidRPr="00F147D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F147DA" w:rsidR="0085747A" w:rsidP="009C54AE" w:rsidRDefault="0085747A" w14:paraId="294551C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152"/>
        <w:gridCol w:w="3368"/>
      </w:tblGrid>
      <w:tr w:rsidRPr="00F147DA" w:rsidR="0085747A" w:rsidTr="00C05A24" w14:paraId="692C1637" w14:textId="77777777">
        <w:tc>
          <w:tcPr>
            <w:tcW w:w="6237" w:type="dxa"/>
            <w:vAlign w:val="center"/>
          </w:tcPr>
          <w:p w:rsidRPr="00F147DA" w:rsidR="0085747A" w:rsidP="009C54AE" w:rsidRDefault="00C61DC5" w14:paraId="635E905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F147DA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147D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:rsidRPr="00F147DA" w:rsidR="0085747A" w:rsidP="009C54AE" w:rsidRDefault="00C61DC5" w14:paraId="3DD32B2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F147DA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147D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F147DA" w:rsidR="0085747A" w:rsidTr="00C05A24" w14:paraId="008DF653" w14:textId="77777777">
        <w:tc>
          <w:tcPr>
            <w:tcW w:w="6237" w:type="dxa"/>
          </w:tcPr>
          <w:p w:rsidRPr="00F147DA" w:rsidR="0085747A" w:rsidP="009C54AE" w:rsidRDefault="00C61DC5" w14:paraId="5B5D370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G</w:t>
            </w:r>
            <w:r w:rsidRPr="00F147DA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147DA">
              <w:rPr>
                <w:rFonts w:ascii="Corbel" w:hAnsi="Corbel"/>
                <w:sz w:val="24"/>
                <w:szCs w:val="24"/>
              </w:rPr>
              <w:t>kontaktowe</w:t>
            </w:r>
            <w:r w:rsidRPr="00F147DA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147DA">
              <w:rPr>
                <w:rFonts w:ascii="Corbel" w:hAnsi="Corbel"/>
                <w:sz w:val="24"/>
                <w:szCs w:val="24"/>
              </w:rPr>
              <w:t>ynikające</w:t>
            </w:r>
            <w:r w:rsidRPr="00F147DA" w:rsidR="0085747A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F147D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:rsidRPr="00F147DA" w:rsidR="0085747A" w:rsidP="00C05A24" w:rsidRDefault="00676B7E" w14:paraId="221451A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F147DA" w:rsidR="00C61DC5" w:rsidTr="00C05A24" w14:paraId="665F1A8A" w14:textId="77777777">
        <w:tc>
          <w:tcPr>
            <w:tcW w:w="6237" w:type="dxa"/>
          </w:tcPr>
          <w:p w:rsidRPr="00F147DA" w:rsidR="00C61DC5" w:rsidP="009C54AE" w:rsidRDefault="00C61DC5" w14:paraId="612F828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F147DA" w:rsidR="00C61DC5" w:rsidP="009C54AE" w:rsidRDefault="00C61DC5" w14:paraId="76AF4D9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:rsidRPr="00F147DA" w:rsidR="00C61DC5" w:rsidP="00C05A24" w:rsidRDefault="00676B7E" w14:paraId="3E41337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F147DA" w:rsidR="00C61DC5" w:rsidTr="00C05A24" w14:paraId="6C72451C" w14:textId="77777777">
        <w:tc>
          <w:tcPr>
            <w:tcW w:w="6237" w:type="dxa"/>
          </w:tcPr>
          <w:p w:rsidRPr="00F147DA" w:rsidR="0071620A" w:rsidP="009C54AE" w:rsidRDefault="00C61DC5" w14:paraId="698A0B9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F147DA" w:rsidR="00C61DC5" w:rsidP="009C54AE" w:rsidRDefault="00C61DC5" w14:paraId="6FEB18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02" w:type="dxa"/>
          </w:tcPr>
          <w:p w:rsidRPr="00F147DA" w:rsidR="00C61DC5" w:rsidP="00C05A24" w:rsidRDefault="00676B7E" w14:paraId="2920DAA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F147DA" w:rsidR="0085747A" w:rsidTr="00C05A24" w14:paraId="5BD5E5AD" w14:textId="77777777">
        <w:tc>
          <w:tcPr>
            <w:tcW w:w="6237" w:type="dxa"/>
          </w:tcPr>
          <w:p w:rsidRPr="00F147DA" w:rsidR="0085747A" w:rsidP="009C54AE" w:rsidRDefault="0085747A" w14:paraId="76D245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:rsidRPr="00F147DA" w:rsidR="0085747A" w:rsidP="00C05A24" w:rsidRDefault="00676B7E" w14:paraId="7BC8A7A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F147DA" w:rsidR="0085747A" w:rsidTr="00C05A24" w14:paraId="35F557D0" w14:textId="77777777">
        <w:tc>
          <w:tcPr>
            <w:tcW w:w="6237" w:type="dxa"/>
          </w:tcPr>
          <w:p w:rsidRPr="00F147DA" w:rsidR="0085747A" w:rsidP="009C54AE" w:rsidRDefault="0085747A" w14:paraId="37D8F67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:rsidRPr="00F147DA" w:rsidR="0085747A" w:rsidP="00C05A24" w:rsidRDefault="00676B7E" w14:paraId="1974EEA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</w:tbl>
    <w:p w:rsidRPr="00F147DA" w:rsidR="0085747A" w:rsidP="009C54AE" w:rsidRDefault="00923D7D" w14:paraId="20368EC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147D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F147D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F147DA" w:rsidR="003E1941" w:rsidP="009C54AE" w:rsidRDefault="003E1941" w14:paraId="6810DF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147DA" w:rsidR="0085747A" w:rsidP="009C54AE" w:rsidRDefault="0071620A" w14:paraId="6A5A547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6. </w:t>
      </w:r>
      <w:r w:rsidRPr="00F147DA" w:rsidR="0085747A">
        <w:rPr>
          <w:rFonts w:ascii="Corbel" w:hAnsi="Corbel"/>
          <w:smallCaps w:val="0"/>
          <w:szCs w:val="24"/>
        </w:rPr>
        <w:t>PRAKTYKI ZAWODOWE W RAMACH PRZEDMIOTU/ MODUŁU</w:t>
      </w:r>
    </w:p>
    <w:p w:rsidRPr="00F147DA" w:rsidR="0085747A" w:rsidP="009C54AE" w:rsidRDefault="0085747A" w14:paraId="266635F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395"/>
        <w:gridCol w:w="3118"/>
      </w:tblGrid>
      <w:tr w:rsidRPr="00F147DA" w:rsidR="0085747A" w:rsidTr="00C05A24" w14:paraId="20F2FE02" w14:textId="77777777">
        <w:trPr>
          <w:trHeight w:val="397"/>
        </w:trPr>
        <w:tc>
          <w:tcPr>
            <w:tcW w:w="4395" w:type="dxa"/>
          </w:tcPr>
          <w:p w:rsidRPr="00F147DA" w:rsidR="0085747A" w:rsidP="009C54AE" w:rsidRDefault="0085747A" w14:paraId="3A3100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118" w:type="dxa"/>
          </w:tcPr>
          <w:p w:rsidRPr="00F147DA" w:rsidR="0085747A" w:rsidP="00C05A24" w:rsidRDefault="00C05A24" w14:paraId="04DCAD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F147DA" w:rsidR="0085747A" w:rsidTr="00C05A24" w14:paraId="0DF01B40" w14:textId="77777777">
        <w:trPr>
          <w:trHeight w:val="397"/>
        </w:trPr>
        <w:tc>
          <w:tcPr>
            <w:tcW w:w="4395" w:type="dxa"/>
          </w:tcPr>
          <w:p w:rsidRPr="00F147DA" w:rsidR="0085747A" w:rsidP="009C54AE" w:rsidRDefault="0085747A" w14:paraId="250761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118" w:type="dxa"/>
          </w:tcPr>
          <w:p w:rsidRPr="00F147DA" w:rsidR="0085747A" w:rsidP="00C05A24" w:rsidRDefault="00C05A24" w14:paraId="27449A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F147DA" w:rsidR="003E1941" w:rsidP="009C54AE" w:rsidRDefault="003E1941" w14:paraId="4F5225A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147DA" w:rsidR="0085747A" w:rsidP="009C54AE" w:rsidRDefault="00675843" w14:paraId="1D7AD1A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7. </w:t>
      </w:r>
      <w:r w:rsidRPr="00F147DA" w:rsidR="0085747A">
        <w:rPr>
          <w:rFonts w:ascii="Corbel" w:hAnsi="Corbel"/>
          <w:smallCaps w:val="0"/>
          <w:szCs w:val="24"/>
        </w:rPr>
        <w:t>LITERATURA</w:t>
      </w:r>
    </w:p>
    <w:p w:rsidRPr="00F147DA" w:rsidR="00675843" w:rsidP="009C54AE" w:rsidRDefault="00675843" w14:paraId="0BCAD68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147DA" w:rsidR="0085747A" w:rsidTr="0033682F" w14:paraId="663B13CD" w14:textId="77777777">
        <w:trPr>
          <w:trHeight w:val="397"/>
        </w:trPr>
        <w:tc>
          <w:tcPr>
            <w:tcW w:w="9639" w:type="dxa"/>
          </w:tcPr>
          <w:p w:rsidRPr="00F10601" w:rsidR="0085747A" w:rsidP="00C05A24" w:rsidRDefault="0085747A" w14:paraId="7F94DC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F10601" w:rsidR="00676B7E" w:rsidP="00576E8E" w:rsidRDefault="00676B7E" w14:paraId="0CDAE939" w14:textId="77777777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:rsidRPr="00F10601" w:rsidR="003A3D0C" w:rsidP="003A3D0C" w:rsidRDefault="00676B7E" w14:paraId="4531EC79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Gołaszewski J.,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Piłka nożna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Poznań, 2003.</w:t>
            </w:r>
          </w:p>
          <w:p w:rsidRPr="00F10601" w:rsidR="00676B7E" w:rsidP="003A3D0C" w:rsidRDefault="00676B7E" w14:paraId="2749C3B6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Huciński</w:t>
            </w:r>
            <w:proofErr w:type="spellEnd"/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i doskonalenia podstaw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Wrocław, 2006.</w:t>
            </w:r>
          </w:p>
          <w:p w:rsidRPr="00F10601" w:rsidR="00676B7E" w:rsidP="00C05A24" w:rsidRDefault="00676B7E" w14:paraId="53E5EA38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Huciński</w:t>
            </w:r>
            <w:proofErr w:type="spellEnd"/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Kelner J.,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Koszykówka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Wrocław, 2001.</w:t>
            </w:r>
          </w:p>
          <w:p w:rsidRPr="00F10601" w:rsidR="003A3D0C" w:rsidP="003A3D0C" w:rsidRDefault="003A3D0C" w14:paraId="36573CA9" w14:textId="77777777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Madejski E., Węglarz J., Wybrane zagadnienia współczesnej metodyki wychowania fizycznego, Podręcznik dla nauczycieli i studentów, Impuls, 2017.</w:t>
            </w:r>
          </w:p>
          <w:p w:rsidRPr="00F10601" w:rsidR="003A3D0C" w:rsidP="003A3D0C" w:rsidRDefault="00676B7E" w14:paraId="4BBF02D3" w14:textId="77777777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 xml:space="preserve">Stawiarski St., </w:t>
            </w:r>
            <w:r w:rsidRPr="00F10601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Piłka ręczna cz. I </w:t>
            </w:r>
            <w:proofErr w:type="spellStart"/>
            <w:r w:rsidRPr="00F10601">
              <w:rPr>
                <w:rFonts w:ascii="Corbel" w:hAnsi="Corbel"/>
                <w:i/>
                <w:color w:val="000000"/>
                <w:sz w:val="24"/>
                <w:szCs w:val="24"/>
              </w:rPr>
              <w:t>i</w:t>
            </w:r>
            <w:proofErr w:type="spellEnd"/>
            <w:r w:rsidRPr="00F10601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II</w:t>
            </w: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, Kraków, 2003.</w:t>
            </w:r>
          </w:p>
          <w:p w:rsidRPr="00F10601" w:rsidR="003A3D0C" w:rsidP="003A3D0C" w:rsidRDefault="00676B7E" w14:paraId="79DC33E9" w14:textId="77777777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Uzarowicz</w:t>
            </w:r>
            <w:proofErr w:type="spellEnd"/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 xml:space="preserve"> J., </w:t>
            </w:r>
            <w:r w:rsidRPr="00F10601">
              <w:rPr>
                <w:rFonts w:ascii="Corbel" w:hAnsi="Corbel"/>
                <w:i/>
                <w:color w:val="000000"/>
                <w:sz w:val="24"/>
                <w:szCs w:val="24"/>
              </w:rPr>
              <w:t>Piłka siatkowa. Co jest grane</w:t>
            </w: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, Kraków, 2001.</w:t>
            </w:r>
          </w:p>
          <w:p w:rsidRPr="00F10601" w:rsidR="00676B7E" w:rsidP="003A3D0C" w:rsidRDefault="00676B7E" w14:paraId="0FC07AFE" w14:textId="77777777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Bondarowicz</w:t>
            </w:r>
            <w:proofErr w:type="spellEnd"/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F10601">
              <w:rPr>
                <w:rFonts w:ascii="Corbel" w:hAnsi="Corbel"/>
                <w:i/>
                <w:color w:val="000000"/>
                <w:sz w:val="24"/>
                <w:szCs w:val="24"/>
              </w:rPr>
              <w:t>Zabawy i gry ruchowe w zajęciach sportowych</w:t>
            </w: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. Warszawa, 2002.</w:t>
            </w:r>
          </w:p>
        </w:tc>
      </w:tr>
      <w:tr w:rsidRPr="00F147DA" w:rsidR="0085747A" w:rsidTr="0033682F" w14:paraId="47FB70DB" w14:textId="77777777">
        <w:trPr>
          <w:trHeight w:val="397"/>
        </w:trPr>
        <w:tc>
          <w:tcPr>
            <w:tcW w:w="9639" w:type="dxa"/>
          </w:tcPr>
          <w:p w:rsidRPr="00F10601" w:rsidR="0085747A" w:rsidP="00C05A24" w:rsidRDefault="0085747A" w14:paraId="03737B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F10601" w:rsidR="00676B7E" w:rsidP="00C05A24" w:rsidRDefault="00676B7E" w14:paraId="00609F79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Zaborniak</w:t>
            </w:r>
            <w:proofErr w:type="spellEnd"/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ćwiczeń lekkoatletycznych. Poradnik dla nauczycieli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Rzeszów, 2006. </w:t>
            </w:r>
          </w:p>
          <w:p w:rsidRPr="00F10601" w:rsidR="00676B7E" w:rsidP="00C05A24" w:rsidRDefault="00676B7E" w14:paraId="15D28315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Drabik J.,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Aktywność fizyczna w treningu zdrowotnym osób dorosłych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1996.</w:t>
            </w:r>
          </w:p>
        </w:tc>
      </w:tr>
    </w:tbl>
    <w:p w:rsidRPr="00F147DA" w:rsidR="0085747A" w:rsidP="002F5DA5" w:rsidRDefault="0085747A" w14:paraId="780FD33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147DA" w:rsidR="0085747A" w:rsidP="00F83B28" w:rsidRDefault="0085747A" w14:paraId="12262EA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147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F147D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A281D" w:rsidP="00C16ABF" w:rsidRDefault="004A281D" w14:paraId="142A4C2B" w14:textId="77777777">
      <w:pPr>
        <w:spacing w:after="0" w:line="240" w:lineRule="auto"/>
      </w:pPr>
      <w:r>
        <w:separator/>
      </w:r>
    </w:p>
  </w:endnote>
  <w:endnote w:type="continuationSeparator" w:id="0">
    <w:p w:rsidR="004A281D" w:rsidP="00C16ABF" w:rsidRDefault="004A281D" w14:paraId="0C95451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A281D" w:rsidP="00C16ABF" w:rsidRDefault="004A281D" w14:paraId="211EABDB" w14:textId="77777777">
      <w:pPr>
        <w:spacing w:after="0" w:line="240" w:lineRule="auto"/>
      </w:pPr>
      <w:r>
        <w:separator/>
      </w:r>
    </w:p>
  </w:footnote>
  <w:footnote w:type="continuationSeparator" w:id="0">
    <w:p w:rsidR="004A281D" w:rsidP="00C16ABF" w:rsidRDefault="004A281D" w14:paraId="798E5D92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BF19A6"/>
    <w:multiLevelType w:val="hybridMultilevel"/>
    <w:tmpl w:val="487E6ACC"/>
    <w:lvl w:ilvl="0" w:tplc="1F16D4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59E"/>
    <w:rsid w:val="000077B4"/>
    <w:rsid w:val="00015B8F"/>
    <w:rsid w:val="00022ECE"/>
    <w:rsid w:val="0003772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5E"/>
    <w:rsid w:val="000A296F"/>
    <w:rsid w:val="000A2A28"/>
    <w:rsid w:val="000B192D"/>
    <w:rsid w:val="000B28EE"/>
    <w:rsid w:val="000B3E37"/>
    <w:rsid w:val="000D04B0"/>
    <w:rsid w:val="000D4BBE"/>
    <w:rsid w:val="000F1C57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3E6C"/>
    <w:rsid w:val="001640A7"/>
    <w:rsid w:val="00164FA7"/>
    <w:rsid w:val="00165B8B"/>
    <w:rsid w:val="00166A03"/>
    <w:rsid w:val="001718A7"/>
    <w:rsid w:val="001737CF"/>
    <w:rsid w:val="0017413A"/>
    <w:rsid w:val="00176083"/>
    <w:rsid w:val="00192F37"/>
    <w:rsid w:val="001A70D2"/>
    <w:rsid w:val="001D0C0A"/>
    <w:rsid w:val="001D657B"/>
    <w:rsid w:val="001D7B54"/>
    <w:rsid w:val="001E0209"/>
    <w:rsid w:val="001E587C"/>
    <w:rsid w:val="001F0DD5"/>
    <w:rsid w:val="001F2CA2"/>
    <w:rsid w:val="002144C0"/>
    <w:rsid w:val="0022477D"/>
    <w:rsid w:val="002278A9"/>
    <w:rsid w:val="002336F9"/>
    <w:rsid w:val="0024028F"/>
    <w:rsid w:val="00244ABC"/>
    <w:rsid w:val="0026227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DA5"/>
    <w:rsid w:val="003018BA"/>
    <w:rsid w:val="0030395F"/>
    <w:rsid w:val="00305C92"/>
    <w:rsid w:val="003151C5"/>
    <w:rsid w:val="003343CF"/>
    <w:rsid w:val="0033682F"/>
    <w:rsid w:val="00346FE9"/>
    <w:rsid w:val="0034759A"/>
    <w:rsid w:val="003503F6"/>
    <w:rsid w:val="003530DD"/>
    <w:rsid w:val="00363F78"/>
    <w:rsid w:val="003A0A5B"/>
    <w:rsid w:val="003A1176"/>
    <w:rsid w:val="003A3D0C"/>
    <w:rsid w:val="003A66EB"/>
    <w:rsid w:val="003C0BAE"/>
    <w:rsid w:val="003D18A9"/>
    <w:rsid w:val="003D6CE2"/>
    <w:rsid w:val="003E1941"/>
    <w:rsid w:val="003E2FE6"/>
    <w:rsid w:val="003E49D5"/>
    <w:rsid w:val="003F378A"/>
    <w:rsid w:val="003F38C0"/>
    <w:rsid w:val="00414E3C"/>
    <w:rsid w:val="0042244A"/>
    <w:rsid w:val="0042745A"/>
    <w:rsid w:val="00431D5C"/>
    <w:rsid w:val="004362C6"/>
    <w:rsid w:val="00437FA2"/>
    <w:rsid w:val="00445970"/>
    <w:rsid w:val="004548B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81D"/>
    <w:rsid w:val="004A3463"/>
    <w:rsid w:val="004A3EEA"/>
    <w:rsid w:val="004A4D1F"/>
    <w:rsid w:val="004B48E7"/>
    <w:rsid w:val="004D5282"/>
    <w:rsid w:val="004F1551"/>
    <w:rsid w:val="004F55A3"/>
    <w:rsid w:val="00501320"/>
    <w:rsid w:val="0050496F"/>
    <w:rsid w:val="00513B6F"/>
    <w:rsid w:val="00517C63"/>
    <w:rsid w:val="005363C4"/>
    <w:rsid w:val="00536BDE"/>
    <w:rsid w:val="00543ACC"/>
    <w:rsid w:val="0056696D"/>
    <w:rsid w:val="00576E8E"/>
    <w:rsid w:val="00581F30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B7E"/>
    <w:rsid w:val="00696477"/>
    <w:rsid w:val="006977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984"/>
    <w:rsid w:val="00724677"/>
    <w:rsid w:val="00725459"/>
    <w:rsid w:val="007327BD"/>
    <w:rsid w:val="00734608"/>
    <w:rsid w:val="007370FA"/>
    <w:rsid w:val="0074190A"/>
    <w:rsid w:val="00745302"/>
    <w:rsid w:val="007461D6"/>
    <w:rsid w:val="00746EC8"/>
    <w:rsid w:val="00763BF1"/>
    <w:rsid w:val="0076582C"/>
    <w:rsid w:val="00766FD4"/>
    <w:rsid w:val="0078168C"/>
    <w:rsid w:val="00787C26"/>
    <w:rsid w:val="00787C2A"/>
    <w:rsid w:val="00790E27"/>
    <w:rsid w:val="007A4022"/>
    <w:rsid w:val="007A6E6E"/>
    <w:rsid w:val="007C3299"/>
    <w:rsid w:val="007C3BCC"/>
    <w:rsid w:val="007C4546"/>
    <w:rsid w:val="007C6F35"/>
    <w:rsid w:val="007D0FAD"/>
    <w:rsid w:val="007D6E56"/>
    <w:rsid w:val="007E0BB0"/>
    <w:rsid w:val="007E760A"/>
    <w:rsid w:val="007F4155"/>
    <w:rsid w:val="0081554D"/>
    <w:rsid w:val="0081707E"/>
    <w:rsid w:val="00834E2F"/>
    <w:rsid w:val="008449B3"/>
    <w:rsid w:val="0085747A"/>
    <w:rsid w:val="0086771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BF6"/>
    <w:rsid w:val="009508DF"/>
    <w:rsid w:val="00950DAC"/>
    <w:rsid w:val="00954A07"/>
    <w:rsid w:val="00960618"/>
    <w:rsid w:val="009635BD"/>
    <w:rsid w:val="00976ECA"/>
    <w:rsid w:val="00997F14"/>
    <w:rsid w:val="009A61FE"/>
    <w:rsid w:val="009A78D9"/>
    <w:rsid w:val="009C3E31"/>
    <w:rsid w:val="009C54AE"/>
    <w:rsid w:val="009C788E"/>
    <w:rsid w:val="009E20E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786"/>
    <w:rsid w:val="00A73365"/>
    <w:rsid w:val="00A84C85"/>
    <w:rsid w:val="00A97DE1"/>
    <w:rsid w:val="00AB053C"/>
    <w:rsid w:val="00AB6DA7"/>
    <w:rsid w:val="00AC1F27"/>
    <w:rsid w:val="00AD1146"/>
    <w:rsid w:val="00AD27D3"/>
    <w:rsid w:val="00AD66D6"/>
    <w:rsid w:val="00AE1160"/>
    <w:rsid w:val="00AE203C"/>
    <w:rsid w:val="00AE2E74"/>
    <w:rsid w:val="00AE5FCB"/>
    <w:rsid w:val="00AF2C1E"/>
    <w:rsid w:val="00B018D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A24"/>
    <w:rsid w:val="00C05F44"/>
    <w:rsid w:val="00C062F8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4EC"/>
    <w:rsid w:val="00C94B98"/>
    <w:rsid w:val="00C95B21"/>
    <w:rsid w:val="00CA2B96"/>
    <w:rsid w:val="00CA5089"/>
    <w:rsid w:val="00CA7456"/>
    <w:rsid w:val="00CC1241"/>
    <w:rsid w:val="00CD6897"/>
    <w:rsid w:val="00CE5433"/>
    <w:rsid w:val="00CE5BAC"/>
    <w:rsid w:val="00CF25BE"/>
    <w:rsid w:val="00CF78ED"/>
    <w:rsid w:val="00D0092E"/>
    <w:rsid w:val="00D019C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60FD"/>
    <w:rsid w:val="00DC2545"/>
    <w:rsid w:val="00DC66AC"/>
    <w:rsid w:val="00DD4AA5"/>
    <w:rsid w:val="00DE09C0"/>
    <w:rsid w:val="00DE4A14"/>
    <w:rsid w:val="00DF320D"/>
    <w:rsid w:val="00DF71C8"/>
    <w:rsid w:val="00E129B8"/>
    <w:rsid w:val="00E20458"/>
    <w:rsid w:val="00E21E7D"/>
    <w:rsid w:val="00E22E4F"/>
    <w:rsid w:val="00E22FBC"/>
    <w:rsid w:val="00E24BF5"/>
    <w:rsid w:val="00E25338"/>
    <w:rsid w:val="00E51E44"/>
    <w:rsid w:val="00E63348"/>
    <w:rsid w:val="00E77E88"/>
    <w:rsid w:val="00E8107D"/>
    <w:rsid w:val="00E87CC5"/>
    <w:rsid w:val="00E960BB"/>
    <w:rsid w:val="00E973C7"/>
    <w:rsid w:val="00EA2074"/>
    <w:rsid w:val="00EA4832"/>
    <w:rsid w:val="00EA4E9D"/>
    <w:rsid w:val="00EB5300"/>
    <w:rsid w:val="00EC4899"/>
    <w:rsid w:val="00ED03AB"/>
    <w:rsid w:val="00ED32D2"/>
    <w:rsid w:val="00ED432E"/>
    <w:rsid w:val="00EE32DE"/>
    <w:rsid w:val="00EE5457"/>
    <w:rsid w:val="00EE564F"/>
    <w:rsid w:val="00EF3995"/>
    <w:rsid w:val="00F070AB"/>
    <w:rsid w:val="00F10601"/>
    <w:rsid w:val="00F147DA"/>
    <w:rsid w:val="00F17567"/>
    <w:rsid w:val="00F27A7B"/>
    <w:rsid w:val="00F465FA"/>
    <w:rsid w:val="00F526AF"/>
    <w:rsid w:val="00F617C3"/>
    <w:rsid w:val="00F7066B"/>
    <w:rsid w:val="00F83B28"/>
    <w:rsid w:val="00FA46E5"/>
    <w:rsid w:val="00FB5D31"/>
    <w:rsid w:val="00FB7DBA"/>
    <w:rsid w:val="00FC1C25"/>
    <w:rsid w:val="00FC3F45"/>
    <w:rsid w:val="00FD503F"/>
    <w:rsid w:val="00FD7589"/>
    <w:rsid w:val="00FE5336"/>
    <w:rsid w:val="00FF016A"/>
    <w:rsid w:val="00FF1401"/>
    <w:rsid w:val="00FF5E7D"/>
    <w:rsid w:val="156FE741"/>
    <w:rsid w:val="1E3D342F"/>
    <w:rsid w:val="61864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2F028"/>
  <w15:docId w15:val="{F9B76E7E-ACD3-4CA5-A370-96DDFDD4546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576E8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FD5059-06B7-482D-BD7E-E1BD93A12A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520A8C-2CC4-4A50-8812-8C2BF5B13E0A}"/>
</file>

<file path=customXml/itemProps3.xml><?xml version="1.0" encoding="utf-8"?>
<ds:datastoreItem xmlns:ds="http://schemas.openxmlformats.org/officeDocument/2006/customXml" ds:itemID="{6E6BC0E5-7C29-4051-8C5F-1098E7F278D3}"/>
</file>

<file path=customXml/itemProps4.xml><?xml version="1.0" encoding="utf-8"?>
<ds:datastoreItem xmlns:ds="http://schemas.openxmlformats.org/officeDocument/2006/customXml" ds:itemID="{0630B046-0371-4A75-AEBA-32D611EAD5D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Wilk Sławomir</lastModifiedBy>
  <revision>4</revision>
  <lastPrinted>2019-11-26T13:19:00.0000000Z</lastPrinted>
  <dcterms:created xsi:type="dcterms:W3CDTF">2020-11-04T08:35:00.0000000Z</dcterms:created>
  <dcterms:modified xsi:type="dcterms:W3CDTF">2021-10-08T10:35:34.5694106Z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